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C6F96" w14:textId="77777777" w:rsidR="007370C8" w:rsidRPr="006B5A70" w:rsidRDefault="007370C8" w:rsidP="007370C8">
      <w:pPr>
        <w:jc w:val="center"/>
        <w:rPr>
          <w:rFonts w:ascii="Poor Richard" w:hAnsi="Poor Richard"/>
          <w:b/>
          <w:sz w:val="28"/>
          <w:szCs w:val="28"/>
        </w:rPr>
      </w:pPr>
      <w:bookmarkStart w:id="0" w:name="_GoBack"/>
      <w:bookmarkEnd w:id="0"/>
      <w:r w:rsidRPr="006B5A70">
        <w:rPr>
          <w:rFonts w:ascii="Poor Richard" w:hAnsi="Poor Richard"/>
          <w:b/>
          <w:sz w:val="28"/>
          <w:szCs w:val="28"/>
        </w:rPr>
        <w:t>Borgo Maleanime</w:t>
      </w:r>
    </w:p>
    <w:p w14:paraId="7A61BEB5" w14:textId="77777777" w:rsidR="007370C8" w:rsidRPr="006B5A70" w:rsidRDefault="007370C8" w:rsidP="00A37B51">
      <w:pPr>
        <w:jc w:val="both"/>
        <w:rPr>
          <w:rFonts w:ascii="Poor Richard" w:hAnsi="Poor Richard"/>
        </w:rPr>
      </w:pPr>
    </w:p>
    <w:p w14:paraId="12DE1134" w14:textId="77777777" w:rsidR="007370C8" w:rsidRPr="003B5C02" w:rsidRDefault="007370C8" w:rsidP="00A37B51">
      <w:pPr>
        <w:jc w:val="both"/>
        <w:rPr>
          <w:i/>
          <w:sz w:val="20"/>
          <w:szCs w:val="20"/>
        </w:rPr>
      </w:pPr>
      <w:r w:rsidRPr="003B5C02">
        <w:rPr>
          <w:rFonts w:cs="Helvetica"/>
          <w:i/>
          <w:sz w:val="20"/>
          <w:szCs w:val="20"/>
          <w:shd w:val="clear" w:color="auto" w:fill="FFFFFF"/>
        </w:rPr>
        <w:t>Un piccolo paese di montagna, nell</w:t>
      </w:r>
      <w:r w:rsidR="009F02ED" w:rsidRPr="003B5C02">
        <w:rPr>
          <w:rFonts w:cs="Helvetica"/>
          <w:i/>
          <w:sz w:val="20"/>
          <w:szCs w:val="20"/>
          <w:shd w:val="clear" w:color="auto" w:fill="FFFFFF"/>
        </w:rPr>
        <w:t>’</w:t>
      </w:r>
      <w:r w:rsidRPr="003B5C02">
        <w:rPr>
          <w:rFonts w:cs="Helvetica"/>
          <w:i/>
          <w:sz w:val="20"/>
          <w:szCs w:val="20"/>
          <w:shd w:val="clear" w:color="auto" w:fill="FFFFFF"/>
        </w:rPr>
        <w:t>Italia più rurale, un luogo nel passato o nel presente dove una amalgama di anime e realtà convive tra le porte e gli scuri socchiusi. La luce di una candela come faro della notte, unica via per carpire i segreti di questo strano luogo. In questo gioco si racconterà</w:t>
      </w:r>
      <w:r w:rsidR="009F02ED" w:rsidRPr="003B5C02">
        <w:rPr>
          <w:rFonts w:cs="Helvetica"/>
          <w:i/>
          <w:sz w:val="20"/>
          <w:szCs w:val="20"/>
          <w:shd w:val="clear" w:color="auto" w:fill="FFFFFF"/>
        </w:rPr>
        <w:t>,</w:t>
      </w:r>
      <w:r w:rsidRPr="003B5C02">
        <w:rPr>
          <w:rFonts w:cs="Helvetica"/>
          <w:i/>
          <w:sz w:val="20"/>
          <w:szCs w:val="20"/>
          <w:shd w:val="clear" w:color="auto" w:fill="FFFFFF"/>
        </w:rPr>
        <w:t xml:space="preserve"> di volta in volta</w:t>
      </w:r>
      <w:r w:rsidR="009F02ED" w:rsidRPr="003B5C02">
        <w:rPr>
          <w:rFonts w:cs="Helvetica"/>
          <w:i/>
          <w:sz w:val="20"/>
          <w:szCs w:val="20"/>
          <w:shd w:val="clear" w:color="auto" w:fill="FFFFFF"/>
        </w:rPr>
        <w:t>,</w:t>
      </w:r>
      <w:r w:rsidRPr="003B5C02">
        <w:rPr>
          <w:rFonts w:cs="Helvetica"/>
          <w:i/>
          <w:sz w:val="20"/>
          <w:szCs w:val="20"/>
          <w:shd w:val="clear" w:color="auto" w:fill="FFFFFF"/>
        </w:rPr>
        <w:t xml:space="preserve"> la storia di uno degli abitanti o di un forestiero giunto per qualche strano scherzo del destino. Perché è facile arrivare a Borgo Maleanime, ma molto meno riuscire ad andarsene via.</w:t>
      </w:r>
    </w:p>
    <w:p w14:paraId="6C46BDA6" w14:textId="77777777" w:rsidR="007370C8" w:rsidRPr="003B5C02" w:rsidRDefault="007370C8" w:rsidP="00A37B51">
      <w:pPr>
        <w:jc w:val="both"/>
        <w:rPr>
          <w:sz w:val="20"/>
          <w:szCs w:val="20"/>
        </w:rPr>
      </w:pPr>
    </w:p>
    <w:p w14:paraId="70E66743" w14:textId="77777777" w:rsidR="007370C8" w:rsidRPr="003B5C02" w:rsidRDefault="007370C8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Borgo Maleanime è un gioco di narrazione</w:t>
      </w:r>
      <w:r w:rsidR="009F02E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per 3-5 giocatori</w:t>
      </w:r>
      <w:r w:rsidR="009F02E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d</w:t>
      </w:r>
      <w:r w:rsidR="009F02ED" w:rsidRPr="003B5C02">
        <w:rPr>
          <w:sz w:val="20"/>
          <w:szCs w:val="20"/>
        </w:rPr>
        <w:t>e</w:t>
      </w:r>
      <w:r w:rsidRPr="003B5C02">
        <w:rPr>
          <w:sz w:val="20"/>
          <w:szCs w:val="20"/>
        </w:rPr>
        <w:t>lla durata di alcune ore. Per giocare avrete bisogno di stampare le 12 carte (3 Ruoli e 9 Presenze) e la plancia del Borgo Maleanime</w:t>
      </w:r>
      <w:r w:rsidR="003B5C02" w:rsidRPr="003B5C02">
        <w:rPr>
          <w:sz w:val="20"/>
          <w:szCs w:val="20"/>
        </w:rPr>
        <w:t xml:space="preserve"> (in formato A3) </w:t>
      </w:r>
      <w:r w:rsidRPr="003B5C02">
        <w:rPr>
          <w:sz w:val="20"/>
          <w:szCs w:val="20"/>
        </w:rPr>
        <w:t xml:space="preserve"> </w:t>
      </w:r>
      <w:r w:rsidR="009F02ED" w:rsidRPr="003B5C02">
        <w:rPr>
          <w:sz w:val="20"/>
          <w:szCs w:val="20"/>
        </w:rPr>
        <w:t>sulla quale</w:t>
      </w:r>
      <w:r w:rsidRPr="003B5C02">
        <w:rPr>
          <w:sz w:val="20"/>
          <w:szCs w:val="20"/>
        </w:rPr>
        <w:t xml:space="preserve"> tenere traccia della vostra partita.</w:t>
      </w:r>
    </w:p>
    <w:p w14:paraId="52146D26" w14:textId="77777777" w:rsidR="007370C8" w:rsidRPr="003B5C02" w:rsidRDefault="007370C8" w:rsidP="00A37B51">
      <w:pPr>
        <w:jc w:val="both"/>
        <w:rPr>
          <w:sz w:val="20"/>
          <w:szCs w:val="20"/>
        </w:rPr>
      </w:pPr>
    </w:p>
    <w:p w14:paraId="74AC35B9" w14:textId="77777777" w:rsidR="007370C8" w:rsidRPr="003B5C02" w:rsidRDefault="007370C8" w:rsidP="00A37B51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>N.B</w:t>
      </w:r>
      <w:r w:rsidR="009F02ED" w:rsidRPr="003B5C02">
        <w:rPr>
          <w:b/>
          <w:sz w:val="20"/>
          <w:szCs w:val="20"/>
        </w:rPr>
        <w:t>.</w:t>
      </w:r>
      <w:r w:rsidR="006B5A70" w:rsidRPr="003B5C02">
        <w:rPr>
          <w:b/>
          <w:sz w:val="20"/>
          <w:szCs w:val="20"/>
        </w:rPr>
        <w:t xml:space="preserve"> </w:t>
      </w:r>
      <w:r w:rsidR="009F02ED" w:rsidRPr="003B5C02">
        <w:rPr>
          <w:sz w:val="20"/>
          <w:szCs w:val="20"/>
        </w:rPr>
        <w:t>S</w:t>
      </w:r>
      <w:r w:rsidRPr="003B5C02">
        <w:rPr>
          <w:sz w:val="20"/>
          <w:szCs w:val="20"/>
        </w:rPr>
        <w:t xml:space="preserve">ia le carte </w:t>
      </w:r>
      <w:r w:rsidR="009F02ED" w:rsidRPr="003B5C02">
        <w:rPr>
          <w:sz w:val="20"/>
          <w:szCs w:val="20"/>
        </w:rPr>
        <w:t>sia</w:t>
      </w:r>
      <w:r w:rsidRPr="003B5C02">
        <w:rPr>
          <w:sz w:val="20"/>
          <w:szCs w:val="20"/>
        </w:rPr>
        <w:t xml:space="preserve"> la plancia riportano molte informazion</w:t>
      </w:r>
      <w:r w:rsidR="00B83AAC" w:rsidRPr="003B5C02">
        <w:rPr>
          <w:sz w:val="20"/>
          <w:szCs w:val="20"/>
        </w:rPr>
        <w:t>i di gioco che non troverete in questo</w:t>
      </w:r>
      <w:r w:rsidRPr="003B5C02">
        <w:rPr>
          <w:sz w:val="20"/>
          <w:szCs w:val="20"/>
        </w:rPr>
        <w:t xml:space="preserve"> testo, pertanto vi consiglio di tenere le stampe o i file a portata di mano e </w:t>
      </w:r>
      <w:r w:rsidR="009F02ED" w:rsidRPr="003B5C02">
        <w:rPr>
          <w:sz w:val="20"/>
          <w:szCs w:val="20"/>
        </w:rPr>
        <w:t xml:space="preserve">di </w:t>
      </w:r>
      <w:r w:rsidRPr="003B5C02">
        <w:rPr>
          <w:sz w:val="20"/>
          <w:szCs w:val="20"/>
        </w:rPr>
        <w:t xml:space="preserve">consultarli in caso di dubbi durante la lettura. </w:t>
      </w:r>
    </w:p>
    <w:p w14:paraId="0D960221" w14:textId="77777777" w:rsidR="007370C8" w:rsidRPr="006B5A70" w:rsidRDefault="007370C8" w:rsidP="00A37B51">
      <w:pPr>
        <w:jc w:val="both"/>
        <w:rPr>
          <w:rFonts w:ascii="Poor Richard" w:hAnsi="Poor Richard"/>
        </w:rPr>
      </w:pPr>
    </w:p>
    <w:p w14:paraId="4EDC72A5" w14:textId="77777777" w:rsidR="003A20C8" w:rsidRPr="006B5A70" w:rsidRDefault="003A20C8" w:rsidP="003A20C8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t>Fonti di ispirazione</w:t>
      </w:r>
    </w:p>
    <w:p w14:paraId="7A2708CB" w14:textId="77777777" w:rsidR="003A20C8" w:rsidRPr="003B5C02" w:rsidRDefault="003A20C8" w:rsidP="003A20C8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Borgo Maleanime prende ispirazione principalmente da svariate serie TV incentrare su cittadine e case del mistero. Prima di iniziare a giocare</w:t>
      </w:r>
      <w:r w:rsidR="009F02E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fate mente locale su questi titoli per cercare punti comuni nel vostro immaginario: </w:t>
      </w:r>
      <w:r w:rsidRPr="003B5C02">
        <w:rPr>
          <w:i/>
          <w:sz w:val="20"/>
          <w:szCs w:val="20"/>
        </w:rPr>
        <w:t>The Haunting o</w:t>
      </w:r>
      <w:r w:rsidR="009F02ED" w:rsidRPr="003B5C02">
        <w:rPr>
          <w:i/>
          <w:sz w:val="20"/>
          <w:szCs w:val="20"/>
        </w:rPr>
        <w:t>f</w:t>
      </w:r>
      <w:r w:rsidRPr="003B5C02">
        <w:rPr>
          <w:i/>
          <w:sz w:val="20"/>
          <w:szCs w:val="20"/>
        </w:rPr>
        <w:t xml:space="preserve"> Hill House, </w:t>
      </w:r>
      <w:r w:rsidR="009F02ED" w:rsidRPr="003B5C02">
        <w:rPr>
          <w:i/>
          <w:sz w:val="20"/>
          <w:szCs w:val="20"/>
        </w:rPr>
        <w:t>I</w:t>
      </w:r>
      <w:r w:rsidRPr="003B5C02">
        <w:rPr>
          <w:i/>
          <w:sz w:val="20"/>
          <w:szCs w:val="20"/>
        </w:rPr>
        <w:t xml:space="preserve"> segreti di Twin Peaks, Black Spot (Zone Blanche), The Society, Glacé, Lost, Apostolo (film),The Village (film),</w:t>
      </w:r>
      <w:r w:rsidR="006B5A70" w:rsidRPr="003B5C02">
        <w:rPr>
          <w:i/>
          <w:sz w:val="20"/>
          <w:szCs w:val="20"/>
        </w:rPr>
        <w:t xml:space="preserve"> Silent Hill (film) e i</w:t>
      </w:r>
      <w:r w:rsidRPr="003B5C02">
        <w:rPr>
          <w:i/>
          <w:sz w:val="20"/>
          <w:szCs w:val="20"/>
        </w:rPr>
        <w:t xml:space="preserve"> tantissimi corti del sito Crypt TV.</w:t>
      </w:r>
    </w:p>
    <w:p w14:paraId="46894051" w14:textId="77777777" w:rsidR="003A20C8" w:rsidRPr="006B5A70" w:rsidRDefault="003A20C8" w:rsidP="003A20C8">
      <w:pPr>
        <w:rPr>
          <w:rFonts w:ascii="Poor Richard" w:hAnsi="Poor Richard"/>
          <w:b/>
        </w:rPr>
      </w:pPr>
    </w:p>
    <w:p w14:paraId="1A7544E9" w14:textId="77777777" w:rsidR="007370C8" w:rsidRPr="006B5A70" w:rsidRDefault="00657FC0" w:rsidP="00657FC0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t>Benvenuti a Borgo Maleanime</w:t>
      </w:r>
    </w:p>
    <w:p w14:paraId="1FE15E30" w14:textId="77777777" w:rsidR="007370C8" w:rsidRPr="003B5C02" w:rsidRDefault="00657FC0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In questo gioco racconterete la storia di una o più persone che</w:t>
      </w:r>
      <w:r w:rsidR="007F757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per qualche motivo</w:t>
      </w:r>
      <w:r w:rsidR="007F757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avranno a che fare con la strana e inquietante cittadina </w:t>
      </w:r>
      <w:r w:rsidR="007145A7" w:rsidRPr="003B5C02">
        <w:rPr>
          <w:sz w:val="20"/>
          <w:szCs w:val="20"/>
        </w:rPr>
        <w:t>di Borgo Maleanime. Parliamo di storie di mistero e inquietudine con probabili derive nell’horror</w:t>
      </w:r>
      <w:r w:rsidR="007F757D" w:rsidRPr="003B5C02">
        <w:rPr>
          <w:sz w:val="20"/>
          <w:szCs w:val="20"/>
        </w:rPr>
        <w:t>,</w:t>
      </w:r>
      <w:r w:rsidR="007145A7" w:rsidRPr="003B5C02">
        <w:rPr>
          <w:sz w:val="20"/>
          <w:szCs w:val="20"/>
        </w:rPr>
        <w:t xml:space="preserve"> e che spesso non avranno un lieto fine…</w:t>
      </w:r>
    </w:p>
    <w:p w14:paraId="23E70C1D" w14:textId="77777777" w:rsidR="007145A7" w:rsidRPr="003B5C02" w:rsidRDefault="007145A7" w:rsidP="00A37B51">
      <w:pPr>
        <w:jc w:val="both"/>
        <w:rPr>
          <w:sz w:val="20"/>
          <w:szCs w:val="20"/>
        </w:rPr>
      </w:pPr>
    </w:p>
    <w:p w14:paraId="71C8829C" w14:textId="77777777" w:rsidR="007145A7" w:rsidRPr="003B5C02" w:rsidRDefault="007145A7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Per prima cosa prendete le 3 carte ruolo</w:t>
      </w:r>
      <w:r w:rsidR="007F757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mescolatele</w:t>
      </w:r>
      <w:r w:rsidR="007F757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e poi datene 1 a ogni giocatore</w:t>
      </w:r>
      <w:r w:rsidR="007F757D" w:rsidRPr="003B5C02">
        <w:rPr>
          <w:sz w:val="20"/>
          <w:szCs w:val="20"/>
        </w:rPr>
        <w:t>;</w:t>
      </w:r>
      <w:r w:rsidRPr="003B5C02">
        <w:rPr>
          <w:sz w:val="20"/>
          <w:szCs w:val="20"/>
        </w:rPr>
        <w:t xml:space="preserve"> tutti i giocatori oltre ai primi 3 non ricevono una carta </w:t>
      </w:r>
      <w:r w:rsidR="007D1E36" w:rsidRPr="003B5C02">
        <w:rPr>
          <w:sz w:val="20"/>
          <w:szCs w:val="20"/>
        </w:rPr>
        <w:t xml:space="preserve">e </w:t>
      </w:r>
      <w:r w:rsidRPr="003B5C02">
        <w:rPr>
          <w:sz w:val="20"/>
          <w:szCs w:val="20"/>
        </w:rPr>
        <w:t xml:space="preserve">saranno automaticamente dei Protagonisti. </w:t>
      </w:r>
    </w:p>
    <w:p w14:paraId="34477EDA" w14:textId="77777777" w:rsidR="007370C8" w:rsidRPr="003B5C02" w:rsidRDefault="007370C8" w:rsidP="00A37B51">
      <w:pPr>
        <w:jc w:val="both"/>
        <w:rPr>
          <w:sz w:val="20"/>
          <w:szCs w:val="20"/>
        </w:rPr>
      </w:pPr>
    </w:p>
    <w:p w14:paraId="35DA457E" w14:textId="77777777" w:rsidR="007145A7" w:rsidRPr="003B5C02" w:rsidRDefault="007145A7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Chi riceve la carta di Maleanime sarà </w:t>
      </w:r>
      <w:r w:rsidR="00B83AAC" w:rsidRPr="003B5C02">
        <w:rPr>
          <w:b/>
          <w:sz w:val="20"/>
          <w:szCs w:val="20"/>
        </w:rPr>
        <w:t>L’A</w:t>
      </w:r>
      <w:r w:rsidRPr="003B5C02">
        <w:rPr>
          <w:b/>
          <w:sz w:val="20"/>
          <w:szCs w:val="20"/>
        </w:rPr>
        <w:t>malgama</w:t>
      </w:r>
      <w:r w:rsidRPr="003B5C02">
        <w:rPr>
          <w:sz w:val="20"/>
          <w:szCs w:val="20"/>
        </w:rPr>
        <w:t>: la forza latente e arcana della cittadina che</w:t>
      </w:r>
      <w:r w:rsidR="007F757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per qualche motivo</w:t>
      </w:r>
      <w:r w:rsidR="007F757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attira a sé persone dal passato oscu</w:t>
      </w:r>
      <w:r w:rsidR="007D1E36" w:rsidRPr="003B5C02">
        <w:rPr>
          <w:sz w:val="20"/>
          <w:szCs w:val="20"/>
        </w:rPr>
        <w:t>ro e tormenta</w:t>
      </w:r>
      <w:r w:rsidRPr="003B5C02">
        <w:rPr>
          <w:sz w:val="20"/>
          <w:szCs w:val="20"/>
        </w:rPr>
        <w:t>to.</w:t>
      </w:r>
    </w:p>
    <w:p w14:paraId="11A8B384" w14:textId="77777777" w:rsidR="007145A7" w:rsidRPr="003B5C02" w:rsidRDefault="007145A7" w:rsidP="00A37B51">
      <w:pPr>
        <w:jc w:val="both"/>
        <w:rPr>
          <w:sz w:val="20"/>
          <w:szCs w:val="20"/>
        </w:rPr>
      </w:pPr>
    </w:p>
    <w:p w14:paraId="0FFB8009" w14:textId="77777777" w:rsidR="007145A7" w:rsidRPr="003B5C02" w:rsidRDefault="007145A7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Chi riceve la carta dell’Oscuro sarà il </w:t>
      </w:r>
      <w:r w:rsidRPr="003B5C02">
        <w:rPr>
          <w:b/>
          <w:sz w:val="20"/>
          <w:szCs w:val="20"/>
        </w:rPr>
        <w:t>Segreto</w:t>
      </w:r>
      <w:r w:rsidRPr="003B5C02">
        <w:rPr>
          <w:sz w:val="20"/>
          <w:szCs w:val="20"/>
        </w:rPr>
        <w:t>: rappresent</w:t>
      </w:r>
      <w:r w:rsidR="007F757D" w:rsidRPr="003B5C02">
        <w:rPr>
          <w:sz w:val="20"/>
          <w:szCs w:val="20"/>
        </w:rPr>
        <w:t>erà</w:t>
      </w:r>
      <w:r w:rsidRPr="003B5C02">
        <w:rPr>
          <w:sz w:val="20"/>
          <w:szCs w:val="20"/>
        </w:rPr>
        <w:t xml:space="preserve"> le forze oscure e malvag</w:t>
      </w:r>
      <w:r w:rsidR="007F757D" w:rsidRPr="003B5C02">
        <w:rPr>
          <w:sz w:val="20"/>
          <w:szCs w:val="20"/>
        </w:rPr>
        <w:t>i</w:t>
      </w:r>
      <w:r w:rsidRPr="003B5C02">
        <w:rPr>
          <w:sz w:val="20"/>
          <w:szCs w:val="20"/>
        </w:rPr>
        <w:t>e che cercheranno di ghermire i protagonisti durante la loro permanenza a Borgo Maleanime.</w:t>
      </w:r>
    </w:p>
    <w:p w14:paraId="3E6B8BC6" w14:textId="77777777" w:rsidR="007145A7" w:rsidRPr="003B5C02" w:rsidRDefault="007145A7" w:rsidP="00A37B51">
      <w:pPr>
        <w:jc w:val="both"/>
        <w:rPr>
          <w:sz w:val="20"/>
          <w:szCs w:val="20"/>
        </w:rPr>
      </w:pPr>
    </w:p>
    <w:p w14:paraId="3EDDEEBD" w14:textId="77777777" w:rsidR="007145A7" w:rsidRPr="003B5C02" w:rsidRDefault="007145A7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Chi riceve la carta del Prescelto sarà il </w:t>
      </w:r>
      <w:r w:rsidRPr="003B5C02">
        <w:rPr>
          <w:b/>
          <w:sz w:val="20"/>
          <w:szCs w:val="20"/>
        </w:rPr>
        <w:t>Protagonista</w:t>
      </w:r>
      <w:r w:rsidRPr="003B5C02">
        <w:rPr>
          <w:sz w:val="20"/>
          <w:szCs w:val="20"/>
        </w:rPr>
        <w:t xml:space="preserve">: guiderà il personaggio al centro della storia cercando di scoprire la verità o semplicemente di sopravvivere. Ogni giocatore senza una carta ruolo sarà un </w:t>
      </w:r>
      <w:r w:rsidR="007F757D" w:rsidRPr="003B5C02">
        <w:rPr>
          <w:sz w:val="20"/>
          <w:szCs w:val="20"/>
        </w:rPr>
        <w:t>P</w:t>
      </w:r>
      <w:r w:rsidR="00E102D9">
        <w:rPr>
          <w:sz w:val="20"/>
          <w:szCs w:val="20"/>
        </w:rPr>
        <w:t>rotagonista e creerà un Prescelto</w:t>
      </w:r>
      <w:r w:rsidRPr="003B5C02">
        <w:rPr>
          <w:sz w:val="20"/>
          <w:szCs w:val="20"/>
        </w:rPr>
        <w:t xml:space="preserve"> a sua volta.</w:t>
      </w:r>
    </w:p>
    <w:p w14:paraId="631CB142" w14:textId="77777777" w:rsidR="00A37B51" w:rsidRPr="006B5A70" w:rsidRDefault="00A37B51" w:rsidP="00A37B51">
      <w:pPr>
        <w:jc w:val="both"/>
        <w:rPr>
          <w:rFonts w:ascii="Poor Richard" w:hAnsi="Poor Richard"/>
        </w:rPr>
      </w:pPr>
    </w:p>
    <w:p w14:paraId="5EC920B1" w14:textId="77777777" w:rsidR="002A1A27" w:rsidRPr="006B5A70" w:rsidRDefault="005C4149" w:rsidP="002A1A27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t>L</w:t>
      </w:r>
      <w:r w:rsidR="002A1A27" w:rsidRPr="006B5A70">
        <w:rPr>
          <w:rFonts w:ascii="Poor Richard" w:hAnsi="Poor Richard"/>
          <w:b/>
          <w:sz w:val="28"/>
          <w:szCs w:val="28"/>
        </w:rPr>
        <w:t>a vostra storia</w:t>
      </w:r>
    </w:p>
    <w:p w14:paraId="64F81FD5" w14:textId="77777777" w:rsidR="00A37B51" w:rsidRPr="003B5C02" w:rsidRDefault="002A1A27" w:rsidP="002A1A27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Stabiliti i ruoli</w:t>
      </w:r>
      <w:r w:rsidR="007F757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è ora di tratteggiare alcuni punti focali che vi aiuteranno a creare una storia coerente e che sia interessante per tutti. Prendete le seguenti decisioni di comune accordo e mediate tra la volontà di tutti i giocatori. </w:t>
      </w:r>
    </w:p>
    <w:p w14:paraId="1DEA200C" w14:textId="77777777" w:rsidR="002A1A27" w:rsidRPr="006B5A70" w:rsidRDefault="002A1A27" w:rsidP="002A1A27">
      <w:pPr>
        <w:jc w:val="both"/>
        <w:rPr>
          <w:rFonts w:ascii="Poor Richard" w:hAnsi="Poor Richard"/>
        </w:rPr>
      </w:pPr>
    </w:p>
    <w:p w14:paraId="39DC34E4" w14:textId="77777777" w:rsidR="002A1A27" w:rsidRPr="006B5A70" w:rsidRDefault="00980F59" w:rsidP="002A1A27">
      <w:pPr>
        <w:jc w:val="both"/>
        <w:rPr>
          <w:rFonts w:ascii="Poor Richard" w:hAnsi="Poor Richard"/>
          <w:b/>
        </w:rPr>
      </w:pPr>
      <w:r w:rsidRPr="006B5A70">
        <w:rPr>
          <w:rFonts w:ascii="Poor Richard" w:hAnsi="Poor Richard"/>
          <w:b/>
        </w:rPr>
        <w:t>Il</w:t>
      </w:r>
      <w:r w:rsidR="002A1A27" w:rsidRPr="006B5A70">
        <w:rPr>
          <w:rFonts w:ascii="Poor Richard" w:hAnsi="Poor Richard"/>
          <w:b/>
        </w:rPr>
        <w:t xml:space="preserve"> luogo e il tempo</w:t>
      </w:r>
    </w:p>
    <w:p w14:paraId="4FE5E213" w14:textId="77777777" w:rsidR="002A1A27" w:rsidRPr="003B5C02" w:rsidRDefault="002A1A27" w:rsidP="002A1A27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Decidete in </w:t>
      </w:r>
      <w:r w:rsidR="007F757D" w:rsidRPr="003B5C02">
        <w:rPr>
          <w:sz w:val="20"/>
          <w:szCs w:val="20"/>
        </w:rPr>
        <w:t>quale</w:t>
      </w:r>
      <w:r w:rsidRPr="003B5C02">
        <w:rPr>
          <w:sz w:val="20"/>
          <w:szCs w:val="20"/>
        </w:rPr>
        <w:t xml:space="preserve"> tempo si svolgerà la vostra storia</w:t>
      </w:r>
      <w:r w:rsidR="007F757D" w:rsidRPr="003B5C02">
        <w:rPr>
          <w:sz w:val="20"/>
          <w:szCs w:val="20"/>
        </w:rPr>
        <w:t>.</w:t>
      </w:r>
      <w:r w:rsidRPr="003B5C02">
        <w:rPr>
          <w:sz w:val="20"/>
          <w:szCs w:val="20"/>
        </w:rPr>
        <w:t xml:space="preserve"> Borgo Maleanime si presta</w:t>
      </w:r>
      <w:r w:rsidR="00E102D9">
        <w:rPr>
          <w:sz w:val="20"/>
          <w:szCs w:val="20"/>
        </w:rPr>
        <w:t xml:space="preserve"> </w:t>
      </w:r>
      <w:r w:rsidR="007F757D" w:rsidRPr="003B5C02">
        <w:rPr>
          <w:sz w:val="20"/>
          <w:szCs w:val="20"/>
        </w:rPr>
        <w:t>senza problemi</w:t>
      </w:r>
      <w:r w:rsidRPr="003B5C02">
        <w:rPr>
          <w:sz w:val="20"/>
          <w:szCs w:val="20"/>
        </w:rPr>
        <w:t xml:space="preserve"> a diverse epoche</w:t>
      </w:r>
      <w:r w:rsidR="0060021E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tenendo a mente alcuni punti imprescindibili: la cittadina è in un luogo di montagna,</w:t>
      </w:r>
      <w:r w:rsidR="00E102D9">
        <w:rPr>
          <w:sz w:val="20"/>
          <w:szCs w:val="20"/>
        </w:rPr>
        <w:t xml:space="preserve"> </w:t>
      </w:r>
      <w:r w:rsidRPr="003B5C02">
        <w:rPr>
          <w:sz w:val="20"/>
          <w:szCs w:val="20"/>
        </w:rPr>
        <w:t xml:space="preserve">difficilmente raggiungibile e dove di norma gli abitanti delle zone limitrofe non hanno piacere di andare. Se </w:t>
      </w:r>
      <w:r w:rsidR="00263317" w:rsidRPr="003B5C02">
        <w:rPr>
          <w:sz w:val="20"/>
          <w:szCs w:val="20"/>
        </w:rPr>
        <w:t>vi è</w:t>
      </w:r>
      <w:r w:rsidRPr="003B5C02">
        <w:rPr>
          <w:sz w:val="20"/>
          <w:szCs w:val="20"/>
        </w:rPr>
        <w:t xml:space="preserve"> della tecnologia, questa funzion</w:t>
      </w:r>
      <w:r w:rsidR="00D22275" w:rsidRPr="003B5C02">
        <w:rPr>
          <w:sz w:val="20"/>
          <w:szCs w:val="20"/>
        </w:rPr>
        <w:t>a</w:t>
      </w:r>
      <w:r w:rsidRPr="003B5C02">
        <w:rPr>
          <w:sz w:val="20"/>
          <w:szCs w:val="20"/>
        </w:rPr>
        <w:t xml:space="preserve"> male, i cellulari e i GPS non </w:t>
      </w:r>
      <w:r w:rsidR="00D22275" w:rsidRPr="003B5C02">
        <w:rPr>
          <w:sz w:val="20"/>
          <w:szCs w:val="20"/>
        </w:rPr>
        <w:t>trovano</w:t>
      </w:r>
      <w:r w:rsidRPr="003B5C02">
        <w:rPr>
          <w:sz w:val="20"/>
          <w:szCs w:val="20"/>
        </w:rPr>
        <w:t xml:space="preserve"> segnale e le comunicazioni con l’esterno sono quasi impossibili.</w:t>
      </w:r>
    </w:p>
    <w:p w14:paraId="411EC52D" w14:textId="77777777" w:rsidR="002A1A27" w:rsidRPr="003B5C02" w:rsidRDefault="002A1A27" w:rsidP="002A1A27">
      <w:pPr>
        <w:jc w:val="both"/>
        <w:rPr>
          <w:sz w:val="20"/>
          <w:szCs w:val="20"/>
        </w:rPr>
      </w:pPr>
    </w:p>
    <w:p w14:paraId="547F13C2" w14:textId="77777777" w:rsidR="002A1A27" w:rsidRPr="003B5C02" w:rsidRDefault="002A1A27" w:rsidP="002A1A27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Borgo Maleanime si trova in Italia</w:t>
      </w:r>
      <w:r w:rsidR="00D22275" w:rsidRPr="003B5C02">
        <w:rPr>
          <w:sz w:val="20"/>
          <w:szCs w:val="20"/>
        </w:rPr>
        <w:t>; se al n</w:t>
      </w:r>
      <w:r w:rsidRPr="003B5C02">
        <w:rPr>
          <w:sz w:val="20"/>
          <w:szCs w:val="20"/>
        </w:rPr>
        <w:t>ord</w:t>
      </w:r>
      <w:r w:rsidR="00D22275" w:rsidRPr="003B5C02">
        <w:rPr>
          <w:sz w:val="20"/>
          <w:szCs w:val="20"/>
        </w:rPr>
        <w:t>, al</w:t>
      </w:r>
      <w:r w:rsidRPr="003B5C02">
        <w:rPr>
          <w:sz w:val="20"/>
          <w:szCs w:val="20"/>
        </w:rPr>
        <w:t xml:space="preserve"> centro o </w:t>
      </w:r>
      <w:r w:rsidR="00D22275" w:rsidRPr="003B5C02">
        <w:rPr>
          <w:sz w:val="20"/>
          <w:szCs w:val="20"/>
        </w:rPr>
        <w:t>al s</w:t>
      </w:r>
      <w:r w:rsidRPr="003B5C02">
        <w:rPr>
          <w:sz w:val="20"/>
          <w:szCs w:val="20"/>
        </w:rPr>
        <w:t>ud</w:t>
      </w:r>
      <w:r w:rsidR="00D22275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decidetelo voi</w:t>
      </w:r>
      <w:r w:rsidR="00D22275" w:rsidRPr="003B5C02">
        <w:rPr>
          <w:sz w:val="20"/>
          <w:szCs w:val="20"/>
        </w:rPr>
        <w:t>.</w:t>
      </w:r>
      <w:r w:rsidR="006B5A70" w:rsidRPr="003B5C02">
        <w:rPr>
          <w:sz w:val="20"/>
          <w:szCs w:val="20"/>
        </w:rPr>
        <w:t xml:space="preserve"> </w:t>
      </w:r>
      <w:r w:rsidR="00D22275" w:rsidRPr="003B5C02">
        <w:rPr>
          <w:sz w:val="20"/>
          <w:szCs w:val="20"/>
        </w:rPr>
        <w:t>D</w:t>
      </w:r>
      <w:r w:rsidRPr="003B5C02">
        <w:rPr>
          <w:sz w:val="20"/>
          <w:szCs w:val="20"/>
        </w:rPr>
        <w:t>i conseguenza</w:t>
      </w:r>
      <w:r w:rsidR="00D22275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usate la collocazione geografica per decidere nomi e usanze, tutti i personaggi e le situazioni presentati nelle carte omettono volutamente nomi propri per darvi una maggiore possibilità di personalizzazione.</w:t>
      </w:r>
    </w:p>
    <w:p w14:paraId="2A25CD19" w14:textId="77777777" w:rsidR="005C4149" w:rsidRPr="006B5A70" w:rsidRDefault="005C4149" w:rsidP="002A1A27">
      <w:pPr>
        <w:jc w:val="both"/>
        <w:rPr>
          <w:rFonts w:ascii="Poor Richard" w:hAnsi="Poor Richard"/>
        </w:rPr>
      </w:pPr>
    </w:p>
    <w:p w14:paraId="073A06D6" w14:textId="77777777" w:rsidR="00A8380E" w:rsidRPr="006B5A70" w:rsidRDefault="00A8380E" w:rsidP="002A1A27">
      <w:pPr>
        <w:jc w:val="both"/>
        <w:rPr>
          <w:rFonts w:ascii="Poor Richard" w:hAnsi="Poor Richard"/>
          <w:b/>
        </w:rPr>
      </w:pPr>
    </w:p>
    <w:p w14:paraId="5824EF8C" w14:textId="77777777" w:rsidR="00A8380E" w:rsidRPr="006B5A70" w:rsidRDefault="00A8380E" w:rsidP="002A1A27">
      <w:pPr>
        <w:jc w:val="both"/>
        <w:rPr>
          <w:rFonts w:ascii="Poor Richard" w:hAnsi="Poor Richard"/>
          <w:b/>
        </w:rPr>
      </w:pPr>
    </w:p>
    <w:p w14:paraId="1C06A35B" w14:textId="77777777" w:rsidR="003B5C02" w:rsidRDefault="003B5C02" w:rsidP="002A1A27">
      <w:pPr>
        <w:jc w:val="both"/>
        <w:rPr>
          <w:rFonts w:ascii="Poor Richard" w:hAnsi="Poor Richard"/>
          <w:b/>
        </w:rPr>
      </w:pPr>
    </w:p>
    <w:p w14:paraId="45B59733" w14:textId="77777777" w:rsidR="005C4149" w:rsidRPr="006B5A70" w:rsidRDefault="00980F59" w:rsidP="002A1A27">
      <w:pPr>
        <w:jc w:val="both"/>
        <w:rPr>
          <w:rFonts w:ascii="Poor Richard" w:hAnsi="Poor Richard"/>
          <w:b/>
        </w:rPr>
      </w:pPr>
      <w:r w:rsidRPr="006B5A70">
        <w:rPr>
          <w:rFonts w:ascii="Poor Richard" w:hAnsi="Poor Richard"/>
          <w:b/>
        </w:rPr>
        <w:lastRenderedPageBreak/>
        <w:t>I</w:t>
      </w:r>
      <w:r w:rsidR="005C4149" w:rsidRPr="006B5A70">
        <w:rPr>
          <w:rFonts w:ascii="Poor Richard" w:hAnsi="Poor Richard"/>
          <w:b/>
        </w:rPr>
        <w:t>l genere</w:t>
      </w:r>
    </w:p>
    <w:p w14:paraId="627661C2" w14:textId="77777777" w:rsidR="002A1A27" w:rsidRPr="003B5C02" w:rsidRDefault="005C4149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Ora che sappiamo com’è Borgo Maleanime</w:t>
      </w:r>
      <w:r w:rsidR="00D22275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dobbiamo capire che tipo di storia racconteremo. Di base</w:t>
      </w:r>
      <w:r w:rsidR="00D22275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il mistero e i segreti saranno sempre al centro della narrazione</w:t>
      </w:r>
      <w:r w:rsidR="00D22275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ma </w:t>
      </w:r>
      <w:r w:rsidR="00A8380E" w:rsidRPr="003B5C02">
        <w:rPr>
          <w:sz w:val="20"/>
          <w:szCs w:val="20"/>
        </w:rPr>
        <w:t>è bene stabilire alcuni elementi</w:t>
      </w:r>
      <w:r w:rsidRPr="003B5C02">
        <w:rPr>
          <w:sz w:val="20"/>
          <w:szCs w:val="20"/>
        </w:rPr>
        <w:t xml:space="preserve"> di “genere” per dare un riferimento a tutti i giocatori e focalizzare contributi e aspettative.</w:t>
      </w:r>
      <w:r w:rsidR="00A8380E" w:rsidRPr="003B5C02">
        <w:rPr>
          <w:sz w:val="20"/>
          <w:szCs w:val="20"/>
        </w:rPr>
        <w:t xml:space="preserve"> Di comune accordo</w:t>
      </w:r>
      <w:r w:rsidR="00D22275" w:rsidRPr="003B5C02">
        <w:rPr>
          <w:sz w:val="20"/>
          <w:szCs w:val="20"/>
        </w:rPr>
        <w:t>,</w:t>
      </w:r>
      <w:r w:rsidR="00A8380E" w:rsidRPr="003B5C02">
        <w:rPr>
          <w:sz w:val="20"/>
          <w:szCs w:val="20"/>
        </w:rPr>
        <w:t xml:space="preserve"> i giocatori decidono quali elementi usare e li spuntano sulla Plancia.</w:t>
      </w:r>
    </w:p>
    <w:p w14:paraId="72912E55" w14:textId="77777777" w:rsidR="005C4149" w:rsidRPr="003B5C02" w:rsidRDefault="005C4149" w:rsidP="00A37B51">
      <w:pPr>
        <w:jc w:val="both"/>
        <w:rPr>
          <w:sz w:val="20"/>
          <w:szCs w:val="20"/>
        </w:rPr>
      </w:pPr>
    </w:p>
    <w:p w14:paraId="46AB716F" w14:textId="77777777" w:rsidR="005C4149" w:rsidRPr="006B5A70" w:rsidRDefault="005C4149" w:rsidP="00A37B51">
      <w:pPr>
        <w:jc w:val="both"/>
        <w:rPr>
          <w:rFonts w:ascii="Poor Richard" w:hAnsi="Poor Richard"/>
        </w:rPr>
      </w:pPr>
      <w:r w:rsidRPr="003B5C02">
        <w:rPr>
          <w:sz w:val="20"/>
          <w:szCs w:val="20"/>
        </w:rPr>
        <w:t xml:space="preserve">Una storia </w:t>
      </w:r>
      <w:r w:rsidR="00A8380E" w:rsidRPr="003B5C02">
        <w:rPr>
          <w:b/>
          <w:sz w:val="20"/>
          <w:szCs w:val="20"/>
        </w:rPr>
        <w:t>H</w:t>
      </w:r>
      <w:r w:rsidRPr="003B5C02">
        <w:rPr>
          <w:b/>
          <w:sz w:val="20"/>
          <w:szCs w:val="20"/>
        </w:rPr>
        <w:t>orror</w:t>
      </w:r>
      <w:r w:rsidRPr="003B5C02">
        <w:rPr>
          <w:sz w:val="20"/>
          <w:szCs w:val="20"/>
        </w:rPr>
        <w:t xml:space="preserve"> porta in campo elementi di vario genere</w:t>
      </w:r>
      <w:r w:rsidR="00D22275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ma tutti focalizzati a incutere paura e inquietudine</w:t>
      </w:r>
      <w:r w:rsidR="00D22275" w:rsidRPr="003B5C02">
        <w:rPr>
          <w:sz w:val="20"/>
          <w:szCs w:val="20"/>
        </w:rPr>
        <w:t>;</w:t>
      </w:r>
      <w:r w:rsidRPr="003B5C02">
        <w:rPr>
          <w:sz w:val="20"/>
          <w:szCs w:val="20"/>
        </w:rPr>
        <w:t xml:space="preserve"> può </w:t>
      </w:r>
      <w:r w:rsidR="00D22275" w:rsidRPr="003B5C02">
        <w:rPr>
          <w:sz w:val="20"/>
          <w:szCs w:val="20"/>
        </w:rPr>
        <w:t>includere</w:t>
      </w:r>
      <w:r w:rsidRPr="003B5C02">
        <w:rPr>
          <w:sz w:val="20"/>
          <w:szCs w:val="20"/>
        </w:rPr>
        <w:t xml:space="preserve"> mostri e scene di una certa violenza. Se inserite l’elemento </w:t>
      </w:r>
      <w:r w:rsidRPr="003B5C02">
        <w:rPr>
          <w:b/>
          <w:sz w:val="20"/>
          <w:szCs w:val="20"/>
        </w:rPr>
        <w:t>Splatter</w:t>
      </w:r>
      <w:r w:rsidR="00D22275" w:rsidRPr="003B5C02">
        <w:rPr>
          <w:bCs/>
          <w:sz w:val="20"/>
          <w:szCs w:val="20"/>
        </w:rPr>
        <w:t>,</w:t>
      </w:r>
      <w:r w:rsidRPr="003B5C02">
        <w:rPr>
          <w:sz w:val="20"/>
          <w:szCs w:val="20"/>
        </w:rPr>
        <w:t xml:space="preserve"> la narrazione può virare vistosamente su spargimenti di sangue e scene di estrema violenza</w:t>
      </w:r>
      <w:r w:rsidR="00D22275" w:rsidRPr="003B5C02">
        <w:rPr>
          <w:sz w:val="20"/>
          <w:szCs w:val="20"/>
        </w:rPr>
        <w:t>:</w:t>
      </w:r>
      <w:r w:rsidRPr="003B5C02">
        <w:rPr>
          <w:sz w:val="20"/>
          <w:szCs w:val="20"/>
        </w:rPr>
        <w:t xml:space="preserve"> squartamenti e simili potrebbero turbare la tranquillità di Borgo Maleanime.</w:t>
      </w:r>
      <w:r w:rsidR="00A8380E" w:rsidRPr="003B5C02">
        <w:rPr>
          <w:sz w:val="20"/>
          <w:szCs w:val="20"/>
        </w:rPr>
        <w:t xml:space="preserve"> L’elemento </w:t>
      </w:r>
      <w:r w:rsidR="00A8380E" w:rsidRPr="003B5C02">
        <w:rPr>
          <w:b/>
          <w:sz w:val="20"/>
          <w:szCs w:val="20"/>
        </w:rPr>
        <w:t>Spiritico</w:t>
      </w:r>
      <w:r w:rsidR="00A8380E" w:rsidRPr="003B5C02">
        <w:rPr>
          <w:sz w:val="20"/>
          <w:szCs w:val="20"/>
        </w:rPr>
        <w:t xml:space="preserve"> si focalizza sulle presenze di morti e spiriti vari che</w:t>
      </w:r>
      <w:r w:rsidR="00D22275" w:rsidRPr="003B5C02">
        <w:rPr>
          <w:sz w:val="20"/>
          <w:szCs w:val="20"/>
        </w:rPr>
        <w:t>,</w:t>
      </w:r>
      <w:r w:rsidR="00A8380E" w:rsidRPr="003B5C02">
        <w:rPr>
          <w:sz w:val="20"/>
          <w:szCs w:val="20"/>
        </w:rPr>
        <w:t xml:space="preserve"> in qualche modo</w:t>
      </w:r>
      <w:r w:rsidR="00D22275" w:rsidRPr="003B5C02">
        <w:rPr>
          <w:sz w:val="20"/>
          <w:szCs w:val="20"/>
        </w:rPr>
        <w:t>,</w:t>
      </w:r>
      <w:r w:rsidR="00A8380E" w:rsidRPr="003B5C02">
        <w:rPr>
          <w:sz w:val="20"/>
          <w:szCs w:val="20"/>
        </w:rPr>
        <w:t xml:space="preserve"> cercheranno di comunicare con i Protagonisti. L’elemento </w:t>
      </w:r>
      <w:r w:rsidR="00A8380E" w:rsidRPr="003B5C02">
        <w:rPr>
          <w:b/>
          <w:sz w:val="20"/>
          <w:szCs w:val="20"/>
        </w:rPr>
        <w:t>Gotico</w:t>
      </w:r>
      <w:r w:rsidR="00A8380E" w:rsidRPr="003B5C02">
        <w:rPr>
          <w:sz w:val="20"/>
          <w:szCs w:val="20"/>
        </w:rPr>
        <w:t xml:space="preserve"> porta in gioco ambientazioni e personaggi oscuri e tormentati, </w:t>
      </w:r>
      <w:r w:rsidR="00D22275" w:rsidRPr="003B5C02">
        <w:rPr>
          <w:sz w:val="20"/>
          <w:szCs w:val="20"/>
        </w:rPr>
        <w:t>ponendo</w:t>
      </w:r>
      <w:r w:rsidR="00A8380E" w:rsidRPr="003B5C02">
        <w:rPr>
          <w:sz w:val="20"/>
          <w:szCs w:val="20"/>
        </w:rPr>
        <w:t xml:space="preserve"> i sentimenti negativi e la follia al centro della scena. Infine, l’elemento </w:t>
      </w:r>
      <w:r w:rsidR="00A8380E" w:rsidRPr="003B5C02">
        <w:rPr>
          <w:b/>
          <w:sz w:val="20"/>
          <w:szCs w:val="20"/>
        </w:rPr>
        <w:t>Mitico</w:t>
      </w:r>
      <w:r w:rsidR="00A8380E" w:rsidRPr="003B5C02">
        <w:rPr>
          <w:sz w:val="20"/>
          <w:szCs w:val="20"/>
        </w:rPr>
        <w:t xml:space="preserve"> si focalizza sulla presenza di culti e divinità blasfeme che </w:t>
      </w:r>
      <w:r w:rsidR="00D22275" w:rsidRPr="003B5C02">
        <w:rPr>
          <w:sz w:val="20"/>
          <w:szCs w:val="20"/>
        </w:rPr>
        <w:t xml:space="preserve">si divertono a </w:t>
      </w:r>
      <w:r w:rsidR="00A8380E" w:rsidRPr="003B5C02">
        <w:rPr>
          <w:sz w:val="20"/>
          <w:szCs w:val="20"/>
        </w:rPr>
        <w:t>gioca</w:t>
      </w:r>
      <w:r w:rsidR="00D22275" w:rsidRPr="003B5C02">
        <w:rPr>
          <w:sz w:val="20"/>
          <w:szCs w:val="20"/>
        </w:rPr>
        <w:t>re</w:t>
      </w:r>
      <w:r w:rsidR="00A8380E" w:rsidRPr="003B5C02">
        <w:rPr>
          <w:sz w:val="20"/>
          <w:szCs w:val="20"/>
        </w:rPr>
        <w:t xml:space="preserve"> con la vita degli ignari abitanti di Borgo Maleanime</w:t>
      </w:r>
      <w:r w:rsidR="00A8380E" w:rsidRPr="006B5A70">
        <w:rPr>
          <w:rFonts w:ascii="Poor Richard" w:hAnsi="Poor Richard"/>
        </w:rPr>
        <w:t>.</w:t>
      </w:r>
    </w:p>
    <w:p w14:paraId="3A2B8139" w14:textId="77777777" w:rsidR="002A1A27" w:rsidRPr="006B5A70" w:rsidRDefault="002A1A27" w:rsidP="00A37B51">
      <w:pPr>
        <w:jc w:val="both"/>
        <w:rPr>
          <w:rFonts w:ascii="Poor Richard" w:hAnsi="Poor Richard"/>
        </w:rPr>
      </w:pPr>
    </w:p>
    <w:p w14:paraId="32092FA4" w14:textId="77777777" w:rsidR="00A8380E" w:rsidRPr="006B5A70" w:rsidRDefault="00C7701A" w:rsidP="00A8380E">
      <w:pPr>
        <w:jc w:val="both"/>
        <w:rPr>
          <w:rFonts w:ascii="Poor Richard" w:hAnsi="Poor Richard"/>
          <w:b/>
        </w:rPr>
      </w:pPr>
      <w:r w:rsidRPr="006B5A70">
        <w:rPr>
          <w:rFonts w:ascii="Poor Richard" w:hAnsi="Poor Richard"/>
          <w:b/>
        </w:rPr>
        <w:t>Creare il Prescelto</w:t>
      </w:r>
    </w:p>
    <w:p w14:paraId="25756871" w14:textId="77777777" w:rsidR="00A8380E" w:rsidRPr="003B5C02" w:rsidRDefault="00A8380E" w:rsidP="00A8380E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Ora che sappiamo</w:t>
      </w:r>
      <w:r w:rsidR="007C3AFF" w:rsidRPr="003B5C02">
        <w:rPr>
          <w:sz w:val="20"/>
          <w:szCs w:val="20"/>
        </w:rPr>
        <w:t>quale</w:t>
      </w:r>
      <w:r w:rsidR="00980F59" w:rsidRPr="003B5C02">
        <w:rPr>
          <w:sz w:val="20"/>
          <w:szCs w:val="20"/>
        </w:rPr>
        <w:t xml:space="preserve"> tipo di storia racconteremo</w:t>
      </w:r>
      <w:r w:rsidR="007C3AFF" w:rsidRPr="003B5C02">
        <w:rPr>
          <w:sz w:val="20"/>
          <w:szCs w:val="20"/>
        </w:rPr>
        <w:t>,</w:t>
      </w:r>
      <w:r w:rsidR="00980F59" w:rsidRPr="003B5C02">
        <w:rPr>
          <w:sz w:val="20"/>
          <w:szCs w:val="20"/>
        </w:rPr>
        <w:t xml:space="preserve"> è </w:t>
      </w:r>
      <w:r w:rsidR="007C3AFF" w:rsidRPr="003B5C02">
        <w:rPr>
          <w:sz w:val="20"/>
          <w:szCs w:val="20"/>
        </w:rPr>
        <w:t xml:space="preserve">giunto </w:t>
      </w:r>
      <w:r w:rsidR="00980F59" w:rsidRPr="003B5C02">
        <w:rPr>
          <w:sz w:val="20"/>
          <w:szCs w:val="20"/>
        </w:rPr>
        <w:t>il momento di definire chi le vivrà. Il Prescelto è colui che affronterà il proprio destino a Borgo Maleanime e tenterà di non rimanere schiacciato dalle oscure presenze della cittadina. La prima scelta è se il nostro Pr</w:t>
      </w:r>
      <w:r w:rsidR="00CF6546" w:rsidRPr="003B5C02">
        <w:rPr>
          <w:sz w:val="20"/>
          <w:szCs w:val="20"/>
        </w:rPr>
        <w:t>escelto</w:t>
      </w:r>
      <w:r w:rsidR="00980F59" w:rsidRPr="003B5C02">
        <w:rPr>
          <w:sz w:val="20"/>
          <w:szCs w:val="20"/>
        </w:rPr>
        <w:t xml:space="preserve"> è un </w:t>
      </w:r>
      <w:r w:rsidR="00C7701A" w:rsidRPr="003B5C02">
        <w:rPr>
          <w:b/>
          <w:i/>
          <w:sz w:val="20"/>
          <w:szCs w:val="20"/>
        </w:rPr>
        <w:t>A</w:t>
      </w:r>
      <w:r w:rsidR="00980F59" w:rsidRPr="003B5C02">
        <w:rPr>
          <w:b/>
          <w:i/>
          <w:sz w:val="20"/>
          <w:szCs w:val="20"/>
        </w:rPr>
        <w:t>bitante del Borgo</w:t>
      </w:r>
      <w:r w:rsidR="00980F59" w:rsidRPr="003B5C02">
        <w:rPr>
          <w:sz w:val="20"/>
          <w:szCs w:val="20"/>
        </w:rPr>
        <w:t xml:space="preserve"> o uno </w:t>
      </w:r>
      <w:r w:rsidR="00980F59" w:rsidRPr="003B5C02">
        <w:rPr>
          <w:b/>
          <w:i/>
          <w:sz w:val="20"/>
          <w:szCs w:val="20"/>
        </w:rPr>
        <w:t>Straniero</w:t>
      </w:r>
      <w:r w:rsidR="00980F59" w:rsidRPr="003B5C02">
        <w:rPr>
          <w:sz w:val="20"/>
          <w:szCs w:val="20"/>
        </w:rPr>
        <w:t xml:space="preserve">. Il </w:t>
      </w:r>
      <w:r w:rsidR="007C3AFF" w:rsidRPr="003B5C02">
        <w:rPr>
          <w:sz w:val="20"/>
          <w:szCs w:val="20"/>
        </w:rPr>
        <w:t>P</w:t>
      </w:r>
      <w:r w:rsidR="00980F59" w:rsidRPr="003B5C02">
        <w:rPr>
          <w:sz w:val="20"/>
          <w:szCs w:val="20"/>
        </w:rPr>
        <w:t>rotagonista decide e poi scrive sulla Plancia del Borgo un’</w:t>
      </w:r>
      <w:r w:rsidR="00C7701A" w:rsidRPr="003B5C02">
        <w:rPr>
          <w:b/>
          <w:i/>
          <w:sz w:val="20"/>
          <w:szCs w:val="20"/>
        </w:rPr>
        <w:t>O</w:t>
      </w:r>
      <w:r w:rsidR="00980F59" w:rsidRPr="003B5C02">
        <w:rPr>
          <w:b/>
          <w:i/>
          <w:sz w:val="20"/>
          <w:szCs w:val="20"/>
        </w:rPr>
        <w:t>rigine</w:t>
      </w:r>
      <w:r w:rsidR="007C3AFF" w:rsidRPr="003B5C02">
        <w:rPr>
          <w:sz w:val="20"/>
          <w:szCs w:val="20"/>
        </w:rPr>
        <w:t>;</w:t>
      </w:r>
      <w:r w:rsidR="00980F59" w:rsidRPr="003B5C02">
        <w:rPr>
          <w:sz w:val="20"/>
          <w:szCs w:val="20"/>
        </w:rPr>
        <w:t xml:space="preserve"> per avere spunti e idee</w:t>
      </w:r>
      <w:r w:rsidR="007C3AFF" w:rsidRPr="003B5C02">
        <w:rPr>
          <w:sz w:val="20"/>
          <w:szCs w:val="20"/>
        </w:rPr>
        <w:t>,</w:t>
      </w:r>
      <w:r w:rsidR="00980F59" w:rsidRPr="003B5C02">
        <w:rPr>
          <w:sz w:val="20"/>
          <w:szCs w:val="20"/>
        </w:rPr>
        <w:t xml:space="preserve"> si può pescare una carta e consultare le Origini. In caso di più Prescelti</w:t>
      </w:r>
      <w:r w:rsidR="007C3AFF" w:rsidRPr="003B5C02">
        <w:rPr>
          <w:sz w:val="20"/>
          <w:szCs w:val="20"/>
        </w:rPr>
        <w:t>,</w:t>
      </w:r>
      <w:r w:rsidR="00980F59" w:rsidRPr="003B5C02">
        <w:rPr>
          <w:sz w:val="20"/>
          <w:szCs w:val="20"/>
        </w:rPr>
        <w:t xml:space="preserve"> l’</w:t>
      </w:r>
      <w:r w:rsidR="007C3AFF" w:rsidRPr="003B5C02">
        <w:rPr>
          <w:sz w:val="20"/>
          <w:szCs w:val="20"/>
        </w:rPr>
        <w:t>O</w:t>
      </w:r>
      <w:r w:rsidR="00980F59" w:rsidRPr="003B5C02">
        <w:rPr>
          <w:sz w:val="20"/>
          <w:szCs w:val="20"/>
        </w:rPr>
        <w:t>rigine sarà comunque comune</w:t>
      </w:r>
      <w:r w:rsidR="007D1E36" w:rsidRPr="003B5C02">
        <w:rPr>
          <w:sz w:val="20"/>
          <w:szCs w:val="20"/>
        </w:rPr>
        <w:t>,</w:t>
      </w:r>
      <w:r w:rsidR="00980F59" w:rsidRPr="003B5C02">
        <w:rPr>
          <w:sz w:val="20"/>
          <w:szCs w:val="20"/>
        </w:rPr>
        <w:t xml:space="preserve"> per questo andrà elaborata per ottenere qualcosa che piaccia a tutti. </w:t>
      </w:r>
    </w:p>
    <w:p w14:paraId="243483EE" w14:textId="77777777" w:rsidR="00980F59" w:rsidRPr="003B5C02" w:rsidRDefault="00980F59" w:rsidP="00A8380E">
      <w:pPr>
        <w:jc w:val="both"/>
        <w:rPr>
          <w:sz w:val="20"/>
          <w:szCs w:val="20"/>
        </w:rPr>
      </w:pPr>
    </w:p>
    <w:p w14:paraId="0DB602E0" w14:textId="77777777" w:rsidR="00980F59" w:rsidRPr="003B5C02" w:rsidRDefault="00980F59" w:rsidP="00A8380E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Decisa un</w:t>
      </w:r>
      <w:r w:rsidR="007D1E36" w:rsidRPr="003B5C02">
        <w:rPr>
          <w:sz w:val="20"/>
          <w:szCs w:val="20"/>
        </w:rPr>
        <w:t>a</w:t>
      </w:r>
      <w:r w:rsidR="00E102D9">
        <w:rPr>
          <w:sz w:val="20"/>
          <w:szCs w:val="20"/>
        </w:rPr>
        <w:t xml:space="preserve"> </w:t>
      </w:r>
      <w:r w:rsidR="007C3AFF" w:rsidRPr="003B5C02">
        <w:rPr>
          <w:sz w:val="20"/>
          <w:szCs w:val="20"/>
        </w:rPr>
        <w:t>O</w:t>
      </w:r>
      <w:r w:rsidR="00C7701A" w:rsidRPr="003B5C02">
        <w:rPr>
          <w:sz w:val="20"/>
          <w:szCs w:val="20"/>
        </w:rPr>
        <w:t>rigine</w:t>
      </w:r>
      <w:r w:rsidR="007C3AFF" w:rsidRPr="003B5C02">
        <w:rPr>
          <w:sz w:val="20"/>
          <w:szCs w:val="20"/>
        </w:rPr>
        <w:t>,</w:t>
      </w:r>
      <w:r w:rsidR="00C7701A" w:rsidRPr="003B5C02">
        <w:rPr>
          <w:sz w:val="20"/>
          <w:szCs w:val="20"/>
        </w:rPr>
        <w:t xml:space="preserve"> viene determinato uno </w:t>
      </w:r>
      <w:r w:rsidR="00C7701A" w:rsidRPr="003B5C02">
        <w:rPr>
          <w:b/>
          <w:i/>
          <w:sz w:val="20"/>
          <w:szCs w:val="20"/>
        </w:rPr>
        <w:t>S</w:t>
      </w:r>
      <w:r w:rsidRPr="003B5C02">
        <w:rPr>
          <w:b/>
          <w:i/>
          <w:sz w:val="20"/>
          <w:szCs w:val="20"/>
        </w:rPr>
        <w:t>copo</w:t>
      </w:r>
      <w:r w:rsidRPr="003B5C02">
        <w:rPr>
          <w:sz w:val="20"/>
          <w:szCs w:val="20"/>
        </w:rPr>
        <w:t>, ovvero il motore della storia che giocheremo</w:t>
      </w:r>
      <w:r w:rsidR="00A922F2" w:rsidRPr="003B5C02">
        <w:rPr>
          <w:sz w:val="20"/>
          <w:szCs w:val="20"/>
        </w:rPr>
        <w:t>;</w:t>
      </w:r>
      <w:r w:rsidRPr="003B5C02">
        <w:rPr>
          <w:sz w:val="20"/>
          <w:szCs w:val="20"/>
        </w:rPr>
        <w:t xml:space="preserve"> sempre sulle carte Presenza</w:t>
      </w:r>
      <w:r w:rsidR="00A922F2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troverete la sezione Scopi per avere idee e suggerimenti o crearne uno ex novo. </w:t>
      </w:r>
      <w:r w:rsidR="00C7701A" w:rsidRPr="003B5C02">
        <w:rPr>
          <w:sz w:val="20"/>
          <w:szCs w:val="20"/>
        </w:rPr>
        <w:t>Come per l’Origine</w:t>
      </w:r>
      <w:r w:rsidR="00A922F2" w:rsidRPr="003B5C02">
        <w:rPr>
          <w:sz w:val="20"/>
          <w:szCs w:val="20"/>
        </w:rPr>
        <w:t>,</w:t>
      </w:r>
      <w:r w:rsidR="00C7701A" w:rsidRPr="003B5C02">
        <w:rPr>
          <w:sz w:val="20"/>
          <w:szCs w:val="20"/>
        </w:rPr>
        <w:t xml:space="preserve"> segnate tutte le informazioni sulla </w:t>
      </w:r>
      <w:r w:rsidR="00A922F2" w:rsidRPr="003B5C02">
        <w:rPr>
          <w:sz w:val="20"/>
          <w:szCs w:val="20"/>
        </w:rPr>
        <w:t>P</w:t>
      </w:r>
      <w:r w:rsidR="00C7701A" w:rsidRPr="003B5C02">
        <w:rPr>
          <w:sz w:val="20"/>
          <w:szCs w:val="20"/>
        </w:rPr>
        <w:t>lancia.</w:t>
      </w:r>
    </w:p>
    <w:p w14:paraId="1A9914CF" w14:textId="77777777" w:rsidR="00C7701A" w:rsidRPr="003B5C02" w:rsidRDefault="00C7701A" w:rsidP="00A8380E">
      <w:pPr>
        <w:jc w:val="both"/>
        <w:rPr>
          <w:sz w:val="20"/>
          <w:szCs w:val="20"/>
        </w:rPr>
      </w:pPr>
    </w:p>
    <w:p w14:paraId="7DBFFCF9" w14:textId="77777777" w:rsidR="00C7701A" w:rsidRPr="003B5C02" w:rsidRDefault="00C7701A" w:rsidP="00A8380E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Ora è il momento di dare un </w:t>
      </w:r>
      <w:r w:rsidRPr="003B5C02">
        <w:rPr>
          <w:b/>
          <w:i/>
          <w:sz w:val="20"/>
          <w:szCs w:val="20"/>
        </w:rPr>
        <w:t>Nome</w:t>
      </w:r>
      <w:r w:rsidRPr="003B5C02">
        <w:rPr>
          <w:sz w:val="20"/>
          <w:szCs w:val="20"/>
        </w:rPr>
        <w:t xml:space="preserve"> al Prescelto e </w:t>
      </w:r>
      <w:r w:rsidR="00A922F2" w:rsidRPr="003B5C02">
        <w:rPr>
          <w:sz w:val="20"/>
          <w:szCs w:val="20"/>
        </w:rPr>
        <w:t xml:space="preserve">di </w:t>
      </w:r>
      <w:r w:rsidRPr="003B5C02">
        <w:rPr>
          <w:sz w:val="20"/>
          <w:szCs w:val="20"/>
        </w:rPr>
        <w:t>tratteggiar</w:t>
      </w:r>
      <w:r w:rsidR="00A922F2" w:rsidRPr="003B5C02">
        <w:rPr>
          <w:sz w:val="20"/>
          <w:szCs w:val="20"/>
        </w:rPr>
        <w:t>n</w:t>
      </w:r>
      <w:r w:rsidRPr="003B5C02">
        <w:rPr>
          <w:sz w:val="20"/>
          <w:szCs w:val="20"/>
        </w:rPr>
        <w:t xml:space="preserve">e una breve </w:t>
      </w:r>
      <w:r w:rsidRPr="003B5C02">
        <w:rPr>
          <w:b/>
          <w:i/>
          <w:sz w:val="20"/>
          <w:szCs w:val="20"/>
        </w:rPr>
        <w:t>Descrizione</w:t>
      </w:r>
      <w:r w:rsidRPr="003B5C02">
        <w:rPr>
          <w:sz w:val="20"/>
          <w:szCs w:val="20"/>
        </w:rPr>
        <w:t>.</w:t>
      </w:r>
    </w:p>
    <w:p w14:paraId="4958CA01" w14:textId="77777777" w:rsidR="00C7701A" w:rsidRPr="003B5C02" w:rsidRDefault="00C7701A" w:rsidP="00A8380E">
      <w:pPr>
        <w:jc w:val="both"/>
        <w:rPr>
          <w:sz w:val="20"/>
          <w:szCs w:val="20"/>
        </w:rPr>
      </w:pPr>
    </w:p>
    <w:p w14:paraId="6E4A516A" w14:textId="77777777" w:rsidR="00C7701A" w:rsidRPr="003B5C02" w:rsidRDefault="00C7701A" w:rsidP="00A8380E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L’ultimo passaggio è il </w:t>
      </w:r>
      <w:r w:rsidRPr="003B5C02">
        <w:rPr>
          <w:b/>
          <w:i/>
          <w:sz w:val="20"/>
          <w:szCs w:val="20"/>
        </w:rPr>
        <w:t xml:space="preserve">Particolare </w:t>
      </w:r>
      <w:r w:rsidR="00E102D9">
        <w:rPr>
          <w:b/>
          <w:i/>
          <w:sz w:val="20"/>
          <w:szCs w:val="20"/>
        </w:rPr>
        <w:t>insignificante</w:t>
      </w:r>
      <w:r w:rsidRPr="003B5C02">
        <w:rPr>
          <w:sz w:val="20"/>
          <w:szCs w:val="20"/>
        </w:rPr>
        <w:t>, ovvero una caratteristica del Prescelto</w:t>
      </w:r>
      <w:r w:rsidR="007D1E36" w:rsidRPr="003B5C02">
        <w:rPr>
          <w:sz w:val="20"/>
          <w:szCs w:val="20"/>
        </w:rPr>
        <w:t xml:space="preserve"> o di Borgo Maleanime</w:t>
      </w:r>
      <w:r w:rsidRPr="003B5C02">
        <w:rPr>
          <w:sz w:val="20"/>
          <w:szCs w:val="20"/>
        </w:rPr>
        <w:t xml:space="preserve"> che sembra insignificante</w:t>
      </w:r>
      <w:r w:rsidR="00A922F2" w:rsidRPr="003B5C02">
        <w:rPr>
          <w:sz w:val="20"/>
          <w:szCs w:val="20"/>
        </w:rPr>
        <w:t>,</w:t>
      </w:r>
      <w:r w:rsidR="00E102D9">
        <w:rPr>
          <w:sz w:val="20"/>
          <w:szCs w:val="20"/>
        </w:rPr>
        <w:t xml:space="preserve"> </w:t>
      </w:r>
      <w:r w:rsidR="00A922F2" w:rsidRPr="003B5C02">
        <w:rPr>
          <w:sz w:val="20"/>
          <w:szCs w:val="20"/>
        </w:rPr>
        <w:t>mentre</w:t>
      </w:r>
      <w:r w:rsidRPr="003B5C02">
        <w:rPr>
          <w:sz w:val="20"/>
          <w:szCs w:val="20"/>
        </w:rPr>
        <w:t xml:space="preserve"> durante il gioco potrebbe </w:t>
      </w:r>
      <w:r w:rsidR="00A922F2" w:rsidRPr="003B5C02">
        <w:rPr>
          <w:sz w:val="20"/>
          <w:szCs w:val="20"/>
        </w:rPr>
        <w:t xml:space="preserve">addirittura </w:t>
      </w:r>
      <w:r w:rsidRPr="003B5C02">
        <w:rPr>
          <w:sz w:val="20"/>
          <w:szCs w:val="20"/>
        </w:rPr>
        <w:t xml:space="preserve">salvargli la vita. Consultate o pescate le carte Presenza per avere suggerimenti e idee. </w:t>
      </w:r>
    </w:p>
    <w:p w14:paraId="34225388" w14:textId="77777777" w:rsidR="00A8380E" w:rsidRPr="006B5A70" w:rsidRDefault="00A8380E" w:rsidP="00A37B51">
      <w:pPr>
        <w:jc w:val="both"/>
        <w:rPr>
          <w:rFonts w:ascii="Poor Richard" w:hAnsi="Poor Richard"/>
        </w:rPr>
      </w:pPr>
    </w:p>
    <w:p w14:paraId="23EB6458" w14:textId="77777777" w:rsidR="00A8380E" w:rsidRPr="006B5A70" w:rsidRDefault="00A8380E" w:rsidP="00A8380E">
      <w:pPr>
        <w:jc w:val="both"/>
        <w:rPr>
          <w:rFonts w:ascii="Poor Richard" w:hAnsi="Poor Richard"/>
          <w:b/>
        </w:rPr>
      </w:pPr>
      <w:r w:rsidRPr="006B5A70">
        <w:rPr>
          <w:rFonts w:ascii="Poor Richard" w:hAnsi="Poor Richard"/>
          <w:b/>
        </w:rPr>
        <w:t>Decidere il titolo</w:t>
      </w:r>
      <w:r w:rsidR="00C7701A" w:rsidRPr="006B5A70">
        <w:rPr>
          <w:rFonts w:ascii="Poor Richard" w:hAnsi="Poor Richard"/>
          <w:b/>
        </w:rPr>
        <w:t xml:space="preserve"> della storia</w:t>
      </w:r>
    </w:p>
    <w:p w14:paraId="187558F1" w14:textId="77777777" w:rsidR="00A8380E" w:rsidRPr="003B5C02" w:rsidRDefault="00C7701A" w:rsidP="00A8380E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Tratteggiato il Pr</w:t>
      </w:r>
      <w:r w:rsidR="00E102D9">
        <w:rPr>
          <w:sz w:val="20"/>
          <w:szCs w:val="20"/>
        </w:rPr>
        <w:t xml:space="preserve">escelto, </w:t>
      </w:r>
      <w:r w:rsidRPr="003B5C02">
        <w:rPr>
          <w:sz w:val="20"/>
          <w:szCs w:val="20"/>
        </w:rPr>
        <w:t>Amalgama e Segreto decidono di comune accordo un titolo per la storia</w:t>
      </w:r>
      <w:r w:rsidR="00A922F2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che sarà anche una traccia ipotetica di ciò che vedremo in scena. Se il Prescelto è un criminale in fuga arrivato a Borgo Maleanime con lo scopo di </w:t>
      </w:r>
      <w:r w:rsidR="00E25060" w:rsidRPr="003B5C02">
        <w:rPr>
          <w:sz w:val="20"/>
          <w:szCs w:val="20"/>
        </w:rPr>
        <w:t>far calmare le acque e ripartire</w:t>
      </w:r>
      <w:r w:rsidR="00837F35" w:rsidRPr="003B5C02">
        <w:rPr>
          <w:sz w:val="20"/>
          <w:szCs w:val="20"/>
        </w:rPr>
        <w:t>,</w:t>
      </w:r>
      <w:r w:rsidR="00E25060" w:rsidRPr="003B5C02">
        <w:rPr>
          <w:sz w:val="20"/>
          <w:szCs w:val="20"/>
        </w:rPr>
        <w:t xml:space="preserve"> il titolo potrebbe essere: </w:t>
      </w:r>
      <w:r w:rsidR="00E25060" w:rsidRPr="003B5C02">
        <w:rPr>
          <w:b/>
          <w:i/>
          <w:sz w:val="20"/>
          <w:szCs w:val="20"/>
        </w:rPr>
        <w:t xml:space="preserve">Il fuggitivo e la casa Nera. </w:t>
      </w:r>
      <w:r w:rsidR="00E25060" w:rsidRPr="003B5C02">
        <w:rPr>
          <w:sz w:val="20"/>
          <w:szCs w:val="20"/>
        </w:rPr>
        <w:t xml:space="preserve">Amalgama e Segreto si consultano tra di loro per organizzare le idee: un buon modo per creare un titolo è pescare alcune carte Presenza e usare i </w:t>
      </w:r>
      <w:r w:rsidR="00E25060" w:rsidRPr="003B5C02">
        <w:rPr>
          <w:b/>
          <w:i/>
          <w:sz w:val="20"/>
          <w:szCs w:val="20"/>
        </w:rPr>
        <w:t>Luoghi</w:t>
      </w:r>
      <w:r w:rsidR="00E25060" w:rsidRPr="003B5C02">
        <w:rPr>
          <w:sz w:val="20"/>
          <w:szCs w:val="20"/>
        </w:rPr>
        <w:t xml:space="preserve">, le </w:t>
      </w:r>
      <w:r w:rsidR="00E25060" w:rsidRPr="003B5C02">
        <w:rPr>
          <w:b/>
          <w:i/>
          <w:sz w:val="20"/>
          <w:szCs w:val="20"/>
        </w:rPr>
        <w:t>Pulsioni</w:t>
      </w:r>
      <w:r w:rsidR="00E25060" w:rsidRPr="003B5C02">
        <w:rPr>
          <w:sz w:val="20"/>
          <w:szCs w:val="20"/>
        </w:rPr>
        <w:t xml:space="preserve">, le </w:t>
      </w:r>
      <w:r w:rsidR="00E25060" w:rsidRPr="003B5C02">
        <w:rPr>
          <w:b/>
          <w:i/>
          <w:sz w:val="20"/>
          <w:szCs w:val="20"/>
        </w:rPr>
        <w:t>Situazioni</w:t>
      </w:r>
      <w:r w:rsidR="00E25060" w:rsidRPr="003B5C02">
        <w:rPr>
          <w:sz w:val="20"/>
          <w:szCs w:val="20"/>
        </w:rPr>
        <w:t xml:space="preserve"> e le </w:t>
      </w:r>
      <w:r w:rsidR="00E25060" w:rsidRPr="003B5C02">
        <w:rPr>
          <w:b/>
          <w:i/>
          <w:sz w:val="20"/>
          <w:szCs w:val="20"/>
        </w:rPr>
        <w:t>Presenze</w:t>
      </w:r>
      <w:r w:rsidR="00E25060" w:rsidRPr="003B5C02">
        <w:rPr>
          <w:sz w:val="20"/>
          <w:szCs w:val="20"/>
        </w:rPr>
        <w:t xml:space="preserve"> stesse per formare un titolo interessante.</w:t>
      </w:r>
    </w:p>
    <w:p w14:paraId="68E1C846" w14:textId="77777777" w:rsidR="00A8380E" w:rsidRPr="006B5A70" w:rsidRDefault="00A8380E" w:rsidP="00A37B51">
      <w:pPr>
        <w:jc w:val="both"/>
        <w:rPr>
          <w:rFonts w:ascii="Poor Richard" w:hAnsi="Poor Richard"/>
        </w:rPr>
      </w:pPr>
    </w:p>
    <w:p w14:paraId="38CD2482" w14:textId="77777777" w:rsidR="00A8380E" w:rsidRPr="006B5A70" w:rsidRDefault="00A8380E" w:rsidP="00A8380E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t>Il racconto</w:t>
      </w:r>
    </w:p>
    <w:p w14:paraId="30FE6B77" w14:textId="77777777" w:rsidR="0060021E" w:rsidRPr="003B5C02" w:rsidRDefault="0060021E" w:rsidP="0060021E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Una partita a Borgo Maleanime prende il nome di </w:t>
      </w:r>
      <w:r w:rsidRPr="00E102D9">
        <w:rPr>
          <w:b/>
          <w:i/>
          <w:sz w:val="20"/>
          <w:szCs w:val="20"/>
        </w:rPr>
        <w:t>Racconto</w:t>
      </w:r>
      <w:r w:rsidRPr="003B5C02">
        <w:rPr>
          <w:sz w:val="20"/>
          <w:szCs w:val="20"/>
        </w:rPr>
        <w:t xml:space="preserve"> e si</w:t>
      </w:r>
      <w:r w:rsidR="00D363F4" w:rsidRPr="003B5C02">
        <w:rPr>
          <w:sz w:val="20"/>
          <w:szCs w:val="20"/>
        </w:rPr>
        <w:t xml:space="preserve"> dipana attraverso 6 scene. In ogni scena ci sar</w:t>
      </w:r>
      <w:r w:rsidR="00A922F2" w:rsidRPr="003B5C02">
        <w:rPr>
          <w:sz w:val="20"/>
          <w:szCs w:val="20"/>
        </w:rPr>
        <w:t>anno</w:t>
      </w:r>
      <w:r w:rsidR="00D363F4" w:rsidRPr="003B5C02">
        <w:rPr>
          <w:sz w:val="20"/>
          <w:szCs w:val="20"/>
        </w:rPr>
        <w:t xml:space="preserve"> un Narratore principale, un Narratore di supporto e un Protagonista.</w:t>
      </w:r>
    </w:p>
    <w:p w14:paraId="2B6D7EB6" w14:textId="77777777" w:rsidR="00D363F4" w:rsidRPr="003B5C02" w:rsidRDefault="00D363F4" w:rsidP="0060021E">
      <w:pPr>
        <w:jc w:val="both"/>
        <w:rPr>
          <w:sz w:val="20"/>
          <w:szCs w:val="20"/>
        </w:rPr>
      </w:pPr>
    </w:p>
    <w:p w14:paraId="22A2D4BA" w14:textId="77777777" w:rsidR="00D363F4" w:rsidRPr="003B5C02" w:rsidRDefault="00D363F4" w:rsidP="0060021E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>Narratore principale:</w:t>
      </w:r>
      <w:r w:rsidRPr="003B5C02">
        <w:rPr>
          <w:sz w:val="20"/>
          <w:szCs w:val="20"/>
        </w:rPr>
        <w:t xml:space="preserve"> è colui che tira le redini della storia, introduce eventi e situazioni e muove il mondo attorno al Prescelto. Il Narratore Principale ha il compito di dare coerenza alla </w:t>
      </w:r>
      <w:r w:rsidRPr="003B5C02">
        <w:rPr>
          <w:b/>
          <w:i/>
          <w:sz w:val="20"/>
          <w:szCs w:val="20"/>
        </w:rPr>
        <w:t>Traccia</w:t>
      </w:r>
      <w:r w:rsidRPr="003B5C02">
        <w:rPr>
          <w:sz w:val="20"/>
          <w:szCs w:val="20"/>
        </w:rPr>
        <w:t xml:space="preserve"> precedente e </w:t>
      </w:r>
      <w:r w:rsidR="00567A8D" w:rsidRPr="003B5C02">
        <w:rPr>
          <w:sz w:val="20"/>
          <w:szCs w:val="20"/>
        </w:rPr>
        <w:t xml:space="preserve">di </w:t>
      </w:r>
      <w:r w:rsidRPr="003B5C02">
        <w:rPr>
          <w:sz w:val="20"/>
          <w:szCs w:val="20"/>
        </w:rPr>
        <w:t xml:space="preserve">portare la scena verso il </w:t>
      </w:r>
      <w:r w:rsidRPr="003B5C02">
        <w:rPr>
          <w:b/>
          <w:sz w:val="20"/>
          <w:szCs w:val="20"/>
        </w:rPr>
        <w:t>Bivio</w:t>
      </w:r>
      <w:r w:rsidR="00567A8D" w:rsidRPr="003B5C02">
        <w:rPr>
          <w:sz w:val="20"/>
          <w:szCs w:val="20"/>
        </w:rPr>
        <w:t>; i</w:t>
      </w:r>
      <w:r w:rsidRPr="003B5C02">
        <w:rPr>
          <w:sz w:val="20"/>
          <w:szCs w:val="20"/>
        </w:rPr>
        <w:t>nfine</w:t>
      </w:r>
      <w:r w:rsidR="00567A8D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di creare una </w:t>
      </w:r>
      <w:r w:rsidRPr="003B5C02">
        <w:rPr>
          <w:b/>
          <w:i/>
          <w:sz w:val="20"/>
          <w:szCs w:val="20"/>
        </w:rPr>
        <w:t>Traccia</w:t>
      </w:r>
      <w:r w:rsidRPr="003B5C02">
        <w:rPr>
          <w:sz w:val="20"/>
          <w:szCs w:val="20"/>
        </w:rPr>
        <w:t xml:space="preserve"> per il prossimo narrator</w:t>
      </w:r>
      <w:r w:rsidR="00837F35" w:rsidRPr="003B5C02">
        <w:rPr>
          <w:sz w:val="20"/>
          <w:szCs w:val="20"/>
        </w:rPr>
        <w:t>e. Durante la scena può usare i</w:t>
      </w:r>
      <w:r w:rsidR="00E102D9">
        <w:rPr>
          <w:sz w:val="20"/>
          <w:szCs w:val="20"/>
        </w:rPr>
        <w:t xml:space="preserve"> </w:t>
      </w:r>
      <w:r w:rsidRPr="003B5C02">
        <w:rPr>
          <w:b/>
          <w:i/>
          <w:sz w:val="20"/>
          <w:szCs w:val="20"/>
        </w:rPr>
        <w:t>Luoghi</w:t>
      </w:r>
      <w:r w:rsidRPr="003B5C02">
        <w:rPr>
          <w:sz w:val="20"/>
          <w:szCs w:val="20"/>
        </w:rPr>
        <w:t xml:space="preserve">, le </w:t>
      </w:r>
      <w:r w:rsidRPr="003B5C02">
        <w:rPr>
          <w:b/>
          <w:i/>
          <w:sz w:val="20"/>
          <w:szCs w:val="20"/>
        </w:rPr>
        <w:t>Pulsioni</w:t>
      </w:r>
      <w:r w:rsidRPr="003B5C02">
        <w:rPr>
          <w:sz w:val="20"/>
          <w:szCs w:val="20"/>
        </w:rPr>
        <w:t xml:space="preserve">, le </w:t>
      </w:r>
      <w:r w:rsidRPr="003B5C02">
        <w:rPr>
          <w:b/>
          <w:i/>
          <w:sz w:val="20"/>
          <w:szCs w:val="20"/>
        </w:rPr>
        <w:t>Situazioni</w:t>
      </w:r>
      <w:r w:rsidRPr="003B5C02">
        <w:rPr>
          <w:sz w:val="20"/>
          <w:szCs w:val="20"/>
        </w:rPr>
        <w:t xml:space="preserve"> e le </w:t>
      </w:r>
      <w:r w:rsidRPr="003B5C02">
        <w:rPr>
          <w:b/>
          <w:i/>
          <w:sz w:val="20"/>
          <w:szCs w:val="20"/>
        </w:rPr>
        <w:t>Parole chiave</w:t>
      </w:r>
      <w:r w:rsidRPr="003B5C02">
        <w:rPr>
          <w:sz w:val="20"/>
          <w:szCs w:val="20"/>
        </w:rPr>
        <w:t xml:space="preserve"> nelle carte che ha in mano per aiutarsi e trovare spunti.</w:t>
      </w:r>
    </w:p>
    <w:p w14:paraId="5BC7976B" w14:textId="77777777" w:rsidR="00D363F4" w:rsidRPr="003B5C02" w:rsidRDefault="00D363F4" w:rsidP="0060021E">
      <w:pPr>
        <w:jc w:val="both"/>
        <w:rPr>
          <w:sz w:val="20"/>
          <w:szCs w:val="20"/>
        </w:rPr>
      </w:pPr>
    </w:p>
    <w:p w14:paraId="1308D863" w14:textId="77777777" w:rsidR="00D363F4" w:rsidRPr="003B5C02" w:rsidRDefault="00D363F4" w:rsidP="0060021E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Narratore </w:t>
      </w:r>
      <w:r w:rsidR="002B13BF" w:rsidRPr="003B5C02">
        <w:rPr>
          <w:b/>
          <w:sz w:val="20"/>
          <w:szCs w:val="20"/>
        </w:rPr>
        <w:t>di supporto</w:t>
      </w:r>
      <w:r w:rsidRPr="003B5C02">
        <w:rPr>
          <w:b/>
          <w:sz w:val="20"/>
          <w:szCs w:val="20"/>
        </w:rPr>
        <w:t>:</w:t>
      </w:r>
      <w:r w:rsidRPr="003B5C02">
        <w:rPr>
          <w:sz w:val="20"/>
          <w:szCs w:val="20"/>
        </w:rPr>
        <w:t xml:space="preserve"> ha il delicato ruolo di supportate il Narratore principale e di fare in modo che </w:t>
      </w:r>
      <w:r w:rsidRPr="003B5C02">
        <w:rPr>
          <w:b/>
          <w:i/>
          <w:sz w:val="20"/>
          <w:szCs w:val="20"/>
        </w:rPr>
        <w:t>Traccia</w:t>
      </w:r>
      <w:r w:rsidRPr="003B5C02">
        <w:rPr>
          <w:sz w:val="20"/>
          <w:szCs w:val="20"/>
        </w:rPr>
        <w:t xml:space="preserve">, </w:t>
      </w:r>
      <w:r w:rsidRPr="003B5C02">
        <w:rPr>
          <w:b/>
          <w:i/>
          <w:sz w:val="20"/>
          <w:szCs w:val="20"/>
        </w:rPr>
        <w:t>Tipo di scena</w:t>
      </w:r>
      <w:r w:rsidRPr="003B5C02">
        <w:rPr>
          <w:sz w:val="20"/>
          <w:szCs w:val="20"/>
        </w:rPr>
        <w:t xml:space="preserve"> e </w:t>
      </w:r>
      <w:r w:rsidRPr="003B5C02">
        <w:rPr>
          <w:b/>
          <w:i/>
          <w:sz w:val="20"/>
          <w:szCs w:val="20"/>
        </w:rPr>
        <w:t>intenzioni del Prescelto</w:t>
      </w:r>
      <w:r w:rsidRPr="003B5C02">
        <w:rPr>
          <w:sz w:val="20"/>
          <w:szCs w:val="20"/>
        </w:rPr>
        <w:t xml:space="preserve"> siano rispettate. Su richiesta del Narratore principale</w:t>
      </w:r>
      <w:r w:rsidR="007A63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può impersonare una Presenza o un personaggio secondario. Durante la scena può usare in </w:t>
      </w:r>
      <w:r w:rsidRPr="003B5C02">
        <w:rPr>
          <w:b/>
          <w:i/>
          <w:sz w:val="20"/>
          <w:szCs w:val="20"/>
        </w:rPr>
        <w:t>Luoghi</w:t>
      </w:r>
      <w:r w:rsidRPr="003B5C02">
        <w:rPr>
          <w:sz w:val="20"/>
          <w:szCs w:val="20"/>
        </w:rPr>
        <w:t xml:space="preserve">, le </w:t>
      </w:r>
      <w:r w:rsidRPr="003B5C02">
        <w:rPr>
          <w:b/>
          <w:i/>
          <w:sz w:val="20"/>
          <w:szCs w:val="20"/>
        </w:rPr>
        <w:t>Pulsioni</w:t>
      </w:r>
      <w:r w:rsidRPr="003B5C02">
        <w:rPr>
          <w:sz w:val="20"/>
          <w:szCs w:val="20"/>
        </w:rPr>
        <w:t xml:space="preserve">, le </w:t>
      </w:r>
      <w:r w:rsidRPr="003B5C02">
        <w:rPr>
          <w:b/>
          <w:i/>
          <w:sz w:val="20"/>
          <w:szCs w:val="20"/>
        </w:rPr>
        <w:t>Situazioni</w:t>
      </w:r>
      <w:r w:rsidRPr="003B5C02">
        <w:rPr>
          <w:sz w:val="20"/>
          <w:szCs w:val="20"/>
        </w:rPr>
        <w:t xml:space="preserve"> e le </w:t>
      </w:r>
      <w:r w:rsidRPr="003B5C02">
        <w:rPr>
          <w:b/>
          <w:i/>
          <w:sz w:val="20"/>
          <w:szCs w:val="20"/>
        </w:rPr>
        <w:t>Parole chiave</w:t>
      </w:r>
      <w:r w:rsidRPr="003B5C02">
        <w:rPr>
          <w:sz w:val="20"/>
          <w:szCs w:val="20"/>
        </w:rPr>
        <w:t xml:space="preserve"> nelle carte che ha in mano per dare supporto e ispirazione agli altri giocatori. In caso di dubbio su come risolvere un Bivio</w:t>
      </w:r>
      <w:r w:rsidR="007A63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avrà l’ultima parola.</w:t>
      </w:r>
    </w:p>
    <w:p w14:paraId="556212BF" w14:textId="77777777" w:rsidR="00D363F4" w:rsidRPr="003B5C02" w:rsidRDefault="00D363F4" w:rsidP="0060021E">
      <w:pPr>
        <w:jc w:val="both"/>
        <w:rPr>
          <w:sz w:val="20"/>
          <w:szCs w:val="20"/>
        </w:rPr>
      </w:pPr>
    </w:p>
    <w:p w14:paraId="2E761FDA" w14:textId="77777777" w:rsidR="00D363F4" w:rsidRPr="003B5C02" w:rsidRDefault="00D363F4" w:rsidP="0060021E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Protagonista: </w:t>
      </w:r>
      <w:r w:rsidRPr="003B5C02">
        <w:rPr>
          <w:sz w:val="20"/>
          <w:szCs w:val="20"/>
        </w:rPr>
        <w:t xml:space="preserve">ha il compito di gestire il Prescelto e muoverlo verso il suo scopo. Opponendosi alle minacce </w:t>
      </w:r>
      <w:r w:rsidR="00521816" w:rsidRPr="003B5C02">
        <w:rPr>
          <w:sz w:val="20"/>
          <w:szCs w:val="20"/>
        </w:rPr>
        <w:t>e ai pericoli di Borgo Maleanime</w:t>
      </w:r>
      <w:r w:rsidR="007A63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ha il potere di chiamare un Bivio per cambiare l’esito di una scena.</w:t>
      </w:r>
    </w:p>
    <w:p w14:paraId="04B0A858" w14:textId="77777777" w:rsidR="0060021E" w:rsidRPr="006B5A70" w:rsidRDefault="0060021E" w:rsidP="00A8380E">
      <w:pPr>
        <w:jc w:val="center"/>
        <w:rPr>
          <w:rFonts w:ascii="Poor Richard" w:hAnsi="Poor Richard"/>
          <w:b/>
        </w:rPr>
      </w:pPr>
    </w:p>
    <w:p w14:paraId="0836E9A6" w14:textId="77777777" w:rsidR="00521816" w:rsidRPr="006B5A70" w:rsidRDefault="00521816" w:rsidP="00521816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lastRenderedPageBreak/>
        <w:t>Giocare una scena</w:t>
      </w:r>
    </w:p>
    <w:p w14:paraId="3DAE4931" w14:textId="77777777" w:rsidR="00521816" w:rsidRPr="003B5C02" w:rsidRDefault="00521816" w:rsidP="00521816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Il Narratore principale sceglie segretamente </w:t>
      </w:r>
      <w:r w:rsidR="007A6329" w:rsidRPr="003B5C02">
        <w:rPr>
          <w:sz w:val="20"/>
          <w:szCs w:val="20"/>
        </w:rPr>
        <w:t>quale</w:t>
      </w:r>
      <w:r w:rsidRPr="003B5C02">
        <w:rPr>
          <w:sz w:val="20"/>
          <w:szCs w:val="20"/>
        </w:rPr>
        <w:t xml:space="preserve"> tipo di scena giocare tra quelle che ha in mano</w:t>
      </w:r>
      <w:r w:rsidR="007A6329" w:rsidRPr="003B5C02">
        <w:rPr>
          <w:sz w:val="20"/>
          <w:szCs w:val="20"/>
        </w:rPr>
        <w:t>.</w:t>
      </w:r>
      <w:r w:rsidR="00E102D9">
        <w:rPr>
          <w:sz w:val="20"/>
          <w:szCs w:val="20"/>
        </w:rPr>
        <w:t xml:space="preserve"> </w:t>
      </w:r>
      <w:r w:rsidR="007A6329" w:rsidRPr="003B5C02">
        <w:rPr>
          <w:sz w:val="20"/>
          <w:szCs w:val="20"/>
        </w:rPr>
        <w:t>C</w:t>
      </w:r>
      <w:r w:rsidRPr="003B5C02">
        <w:rPr>
          <w:sz w:val="20"/>
          <w:szCs w:val="20"/>
        </w:rPr>
        <w:t>i sono tre tipi possibili di scena:</w:t>
      </w:r>
    </w:p>
    <w:p w14:paraId="623AA601" w14:textId="77777777" w:rsidR="00521816" w:rsidRPr="003B5C02" w:rsidRDefault="00521816" w:rsidP="00521816">
      <w:pPr>
        <w:jc w:val="both"/>
        <w:rPr>
          <w:sz w:val="20"/>
          <w:szCs w:val="20"/>
        </w:rPr>
      </w:pPr>
    </w:p>
    <w:p w14:paraId="7EFF5FF5" w14:textId="77777777" w:rsidR="00521816" w:rsidRPr="003B5C02" w:rsidRDefault="00521816" w:rsidP="00521816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Mistero: </w:t>
      </w:r>
      <w:r w:rsidRPr="003B5C02">
        <w:rPr>
          <w:sz w:val="20"/>
          <w:szCs w:val="20"/>
        </w:rPr>
        <w:t xml:space="preserve">le scene di </w:t>
      </w:r>
      <w:r w:rsidR="007A6329" w:rsidRPr="003B5C02">
        <w:rPr>
          <w:sz w:val="20"/>
          <w:szCs w:val="20"/>
        </w:rPr>
        <w:t>M</w:t>
      </w:r>
      <w:r w:rsidRPr="003B5C02">
        <w:rPr>
          <w:sz w:val="20"/>
          <w:szCs w:val="20"/>
        </w:rPr>
        <w:t>istero servono principalmente per creare atmosfera e mettere in risalto Borgo Maleanime e i suoi inquietanti abitanti. Il Narratore principale deve creare situazioni che forniscano indizi al Prescelto su come proseguire nel suo Scopo e</w:t>
      </w:r>
      <w:r w:rsidR="007A63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nel frattempo</w:t>
      </w:r>
      <w:r w:rsidR="007A63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introdurre situazioni e personaggi secondari. Le Tracce lasciate da una scena di Mistero possono essere molto precise e dirette, portando chiaramente a un nuovo luogo e </w:t>
      </w:r>
      <w:r w:rsidR="007A6329" w:rsidRPr="003B5C02">
        <w:rPr>
          <w:sz w:val="20"/>
          <w:szCs w:val="20"/>
        </w:rPr>
        <w:t xml:space="preserve">a una nuova </w:t>
      </w:r>
      <w:r w:rsidRPr="003B5C02">
        <w:rPr>
          <w:sz w:val="20"/>
          <w:szCs w:val="20"/>
        </w:rPr>
        <w:t>situazione nella scena seguente, rivelat</w:t>
      </w:r>
      <w:r w:rsidR="007A6329" w:rsidRPr="003B5C02">
        <w:rPr>
          <w:sz w:val="20"/>
          <w:szCs w:val="20"/>
        </w:rPr>
        <w:t>a</w:t>
      </w:r>
      <w:r w:rsidRPr="003B5C02">
        <w:rPr>
          <w:sz w:val="20"/>
          <w:szCs w:val="20"/>
        </w:rPr>
        <w:t xml:space="preserve"> dall</w:t>
      </w:r>
      <w:r w:rsidR="007A6329" w:rsidRPr="003B5C02">
        <w:rPr>
          <w:sz w:val="20"/>
          <w:szCs w:val="20"/>
        </w:rPr>
        <w:t>e</w:t>
      </w:r>
      <w:r w:rsidRPr="003B5C02">
        <w:rPr>
          <w:sz w:val="20"/>
          <w:szCs w:val="20"/>
        </w:rPr>
        <w:t xml:space="preserve"> indagini del Prescelto.</w:t>
      </w:r>
    </w:p>
    <w:p w14:paraId="261133EA" w14:textId="77777777" w:rsidR="00521816" w:rsidRPr="003B5C02" w:rsidRDefault="00521816" w:rsidP="00521816">
      <w:pPr>
        <w:jc w:val="both"/>
        <w:rPr>
          <w:sz w:val="20"/>
          <w:szCs w:val="20"/>
        </w:rPr>
      </w:pPr>
    </w:p>
    <w:p w14:paraId="7D015FDC" w14:textId="77777777" w:rsidR="00521816" w:rsidRPr="003B5C02" w:rsidRDefault="00521816" w:rsidP="00521816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Pericolo: </w:t>
      </w:r>
      <w:r w:rsidRPr="003B5C02">
        <w:rPr>
          <w:sz w:val="20"/>
          <w:szCs w:val="20"/>
        </w:rPr>
        <w:t xml:space="preserve">le scene di </w:t>
      </w:r>
      <w:r w:rsidR="007A6329" w:rsidRPr="003B5C02">
        <w:rPr>
          <w:sz w:val="20"/>
          <w:szCs w:val="20"/>
        </w:rPr>
        <w:t>P</w:t>
      </w:r>
      <w:r w:rsidRPr="003B5C02">
        <w:rPr>
          <w:sz w:val="20"/>
          <w:szCs w:val="20"/>
        </w:rPr>
        <w:t>ericolo mettono in campo direttamente le forze oscure che minacciano il Prescelto. Sono scene movimentate</w:t>
      </w:r>
      <w:r w:rsidR="007A6329" w:rsidRPr="003B5C02">
        <w:rPr>
          <w:sz w:val="20"/>
          <w:szCs w:val="20"/>
        </w:rPr>
        <w:t xml:space="preserve">, </w:t>
      </w:r>
      <w:r w:rsidRPr="003B5C02">
        <w:rPr>
          <w:sz w:val="20"/>
          <w:szCs w:val="20"/>
        </w:rPr>
        <w:t>che possono portare a conseguenze come la morte di un personaggio secondario o la cattura del Prescelto. Come costi e fallimenti, il Prescelto potrebbe iniziare la discesa nella follia o vedere il suo corpo mutare e subire ferite. Solo nella scena di epilogo</w:t>
      </w:r>
      <w:r w:rsidR="007A6329" w:rsidRPr="003B5C02">
        <w:rPr>
          <w:sz w:val="20"/>
          <w:szCs w:val="20"/>
        </w:rPr>
        <w:t>, però,</w:t>
      </w:r>
      <w:r w:rsidRPr="003B5C02">
        <w:rPr>
          <w:sz w:val="20"/>
          <w:szCs w:val="20"/>
        </w:rPr>
        <w:t xml:space="preserve"> un Bivio può uccidere definitivamente un Prescelto.</w:t>
      </w:r>
    </w:p>
    <w:p w14:paraId="38C7828B" w14:textId="77777777" w:rsidR="00521816" w:rsidRPr="003B5C02" w:rsidRDefault="00521816" w:rsidP="00521816">
      <w:pPr>
        <w:jc w:val="both"/>
        <w:rPr>
          <w:sz w:val="20"/>
          <w:szCs w:val="20"/>
        </w:rPr>
      </w:pPr>
    </w:p>
    <w:p w14:paraId="58E7DFA4" w14:textId="77777777" w:rsidR="00521816" w:rsidRPr="003B5C02" w:rsidRDefault="00521816" w:rsidP="00521816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Verità: </w:t>
      </w:r>
      <w:r w:rsidRPr="003B5C02">
        <w:rPr>
          <w:sz w:val="20"/>
          <w:szCs w:val="20"/>
        </w:rPr>
        <w:t>queste scene sono punti di svolta nella storia</w:t>
      </w:r>
      <w:r w:rsidR="00915767" w:rsidRPr="003B5C02">
        <w:rPr>
          <w:sz w:val="20"/>
          <w:szCs w:val="20"/>
        </w:rPr>
        <w:t>;</w:t>
      </w:r>
      <w:r w:rsidRPr="003B5C02">
        <w:rPr>
          <w:sz w:val="20"/>
          <w:szCs w:val="20"/>
        </w:rPr>
        <w:t xml:space="preserve"> mettono luce sui misteri di Borgo Maleanime e </w:t>
      </w:r>
      <w:r w:rsidR="00460F42" w:rsidRPr="003B5C02">
        <w:rPr>
          <w:sz w:val="20"/>
          <w:szCs w:val="20"/>
        </w:rPr>
        <w:t>avvicinano il Prescelto al suo Scopo. Sono un mix delle scene prec</w:t>
      </w:r>
      <w:r w:rsidR="00837F35" w:rsidRPr="003B5C02">
        <w:rPr>
          <w:sz w:val="20"/>
          <w:szCs w:val="20"/>
        </w:rPr>
        <w:t>edenti e</w:t>
      </w:r>
      <w:r w:rsidR="00915767" w:rsidRPr="003B5C02">
        <w:rPr>
          <w:sz w:val="20"/>
          <w:szCs w:val="20"/>
        </w:rPr>
        <w:t>,</w:t>
      </w:r>
      <w:r w:rsidR="00837F35" w:rsidRPr="003B5C02">
        <w:rPr>
          <w:sz w:val="20"/>
          <w:szCs w:val="20"/>
        </w:rPr>
        <w:t xml:space="preserve"> per arrivare alla verit</w:t>
      </w:r>
      <w:r w:rsidR="00460F42" w:rsidRPr="003B5C02">
        <w:rPr>
          <w:sz w:val="20"/>
          <w:szCs w:val="20"/>
        </w:rPr>
        <w:t>à</w:t>
      </w:r>
      <w:r w:rsidR="00915767" w:rsidRPr="003B5C02">
        <w:rPr>
          <w:sz w:val="20"/>
          <w:szCs w:val="20"/>
        </w:rPr>
        <w:t>,</w:t>
      </w:r>
      <w:r w:rsidR="00460F42" w:rsidRPr="003B5C02">
        <w:rPr>
          <w:sz w:val="20"/>
          <w:szCs w:val="20"/>
        </w:rPr>
        <w:t xml:space="preserve"> si potrà passare per misteri fumosi o peric</w:t>
      </w:r>
      <w:r w:rsidR="00837F35" w:rsidRPr="003B5C02">
        <w:rPr>
          <w:sz w:val="20"/>
          <w:szCs w:val="20"/>
        </w:rPr>
        <w:t>oli nascosti e pronti a ghermire il Prescelto</w:t>
      </w:r>
      <w:r w:rsidR="00460F42" w:rsidRPr="003B5C02">
        <w:rPr>
          <w:sz w:val="20"/>
          <w:szCs w:val="20"/>
        </w:rPr>
        <w:t>.</w:t>
      </w:r>
    </w:p>
    <w:p w14:paraId="527B8BEA" w14:textId="77777777" w:rsidR="00D553A8" w:rsidRPr="003B5C02" w:rsidRDefault="00D553A8" w:rsidP="00521816">
      <w:pPr>
        <w:jc w:val="both"/>
        <w:rPr>
          <w:sz w:val="20"/>
          <w:szCs w:val="20"/>
        </w:rPr>
      </w:pPr>
    </w:p>
    <w:p w14:paraId="68B37B14" w14:textId="77777777" w:rsidR="00D553A8" w:rsidRPr="003B5C02" w:rsidRDefault="00D553A8" w:rsidP="00521816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Il Narratore principale introduce la scena te</w:t>
      </w:r>
      <w:r w:rsidR="00915767" w:rsidRPr="003B5C02">
        <w:rPr>
          <w:sz w:val="20"/>
          <w:szCs w:val="20"/>
        </w:rPr>
        <w:t>ne</w:t>
      </w:r>
      <w:r w:rsidRPr="003B5C02">
        <w:rPr>
          <w:sz w:val="20"/>
          <w:szCs w:val="20"/>
        </w:rPr>
        <w:t xml:space="preserve">ndo conto di tutti gli elementi già generati dalle </w:t>
      </w:r>
      <w:r w:rsidRPr="003B5C02">
        <w:rPr>
          <w:b/>
          <w:i/>
          <w:sz w:val="20"/>
          <w:szCs w:val="20"/>
        </w:rPr>
        <w:t>Tracce</w:t>
      </w:r>
      <w:r w:rsidRPr="003B5C02">
        <w:rPr>
          <w:sz w:val="20"/>
          <w:szCs w:val="20"/>
        </w:rPr>
        <w:t xml:space="preserve"> e d</w:t>
      </w:r>
      <w:r w:rsidR="00837F35" w:rsidRPr="003B5C02">
        <w:rPr>
          <w:sz w:val="20"/>
          <w:szCs w:val="20"/>
        </w:rPr>
        <w:t xml:space="preserve">alle </w:t>
      </w:r>
      <w:r w:rsidR="00837F35" w:rsidRPr="003B5C02">
        <w:rPr>
          <w:b/>
          <w:i/>
          <w:sz w:val="20"/>
          <w:szCs w:val="20"/>
        </w:rPr>
        <w:t>intenzioni</w:t>
      </w:r>
      <w:r w:rsidRPr="003B5C02">
        <w:rPr>
          <w:b/>
          <w:i/>
          <w:sz w:val="20"/>
          <w:szCs w:val="20"/>
        </w:rPr>
        <w:t xml:space="preserve"> del Prescelto</w:t>
      </w:r>
      <w:r w:rsidRPr="003B5C02">
        <w:rPr>
          <w:sz w:val="20"/>
          <w:szCs w:val="20"/>
        </w:rPr>
        <w:t>. Una scena può essere la diretta conseguenza di quella precedente</w:t>
      </w:r>
      <w:r w:rsidR="00915767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oppure compiere un balzo in avanti nel tempo e nei luoghi con un inizio in media res. In questo caso è compito del Narratore principale raccontare cosa è successo tra una scena e l’altra</w:t>
      </w:r>
      <w:r w:rsidR="00915767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rispettando eventuali precisazioni che il Protagonista farà su tutto ciò che riguarda il Prescelto.</w:t>
      </w:r>
    </w:p>
    <w:p w14:paraId="48859DC2" w14:textId="77777777" w:rsidR="00D553A8" w:rsidRPr="003B5C02" w:rsidRDefault="00D553A8" w:rsidP="00521816">
      <w:pPr>
        <w:jc w:val="both"/>
        <w:rPr>
          <w:sz w:val="20"/>
          <w:szCs w:val="20"/>
        </w:rPr>
      </w:pPr>
    </w:p>
    <w:p w14:paraId="4902001B" w14:textId="77777777" w:rsidR="00D553A8" w:rsidRPr="003B5C02" w:rsidRDefault="00D553A8" w:rsidP="00521816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La scena prosegue finché il Protagonista non chiama un Bivio per evitare ciò che sta accadendo</w:t>
      </w:r>
      <w:r w:rsidR="00915767" w:rsidRPr="003B5C02">
        <w:rPr>
          <w:sz w:val="20"/>
          <w:szCs w:val="20"/>
        </w:rPr>
        <w:t>.</w:t>
      </w:r>
      <w:r w:rsidR="00E102D9">
        <w:rPr>
          <w:sz w:val="20"/>
          <w:szCs w:val="20"/>
        </w:rPr>
        <w:t xml:space="preserve"> </w:t>
      </w:r>
      <w:r w:rsidR="00915767" w:rsidRPr="003B5C02">
        <w:rPr>
          <w:sz w:val="20"/>
          <w:szCs w:val="20"/>
        </w:rPr>
        <w:t>A</w:t>
      </w:r>
      <w:r w:rsidRPr="003B5C02">
        <w:rPr>
          <w:sz w:val="20"/>
          <w:szCs w:val="20"/>
        </w:rPr>
        <w:t xml:space="preserve"> quel punto, il Protagonista gioca una carta dalla mano e consulta la sezione Bivio per vedere cosa succede</w:t>
      </w:r>
      <w:r w:rsidR="00915767" w:rsidRPr="003B5C02">
        <w:rPr>
          <w:sz w:val="20"/>
          <w:szCs w:val="20"/>
        </w:rPr>
        <w:t>.</w:t>
      </w:r>
    </w:p>
    <w:p w14:paraId="6CCAE379" w14:textId="77777777" w:rsidR="00D553A8" w:rsidRPr="003B5C02" w:rsidRDefault="00D553A8" w:rsidP="00521816">
      <w:pPr>
        <w:jc w:val="both"/>
        <w:rPr>
          <w:sz w:val="20"/>
          <w:szCs w:val="20"/>
        </w:rPr>
      </w:pPr>
    </w:p>
    <w:p w14:paraId="3E8586BA" w14:textId="77777777" w:rsidR="00D553A8" w:rsidRPr="003B5C02" w:rsidRDefault="00D553A8" w:rsidP="00521816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Fallimento: </w:t>
      </w:r>
      <w:r w:rsidRPr="003B5C02">
        <w:rPr>
          <w:sz w:val="20"/>
          <w:szCs w:val="20"/>
        </w:rPr>
        <w:t xml:space="preserve">il Prescelto subisce ciò che sta accadendo, il Narratore </w:t>
      </w:r>
      <w:r w:rsidR="002B13BF" w:rsidRPr="003B5C02">
        <w:rPr>
          <w:sz w:val="20"/>
          <w:szCs w:val="20"/>
        </w:rPr>
        <w:t>di supporto</w:t>
      </w:r>
      <w:r w:rsidRPr="003B5C02">
        <w:rPr>
          <w:sz w:val="20"/>
          <w:szCs w:val="20"/>
        </w:rPr>
        <w:t xml:space="preserve"> racconta l’esito finale.</w:t>
      </w:r>
      <w:r w:rsidR="00837F35" w:rsidRPr="003B5C02">
        <w:rPr>
          <w:sz w:val="20"/>
          <w:szCs w:val="20"/>
        </w:rPr>
        <w:t xml:space="preserve"> Nella scena finale</w:t>
      </w:r>
      <w:r w:rsidR="00915767" w:rsidRPr="003B5C02">
        <w:rPr>
          <w:sz w:val="20"/>
          <w:szCs w:val="20"/>
        </w:rPr>
        <w:t>,</w:t>
      </w:r>
      <w:r w:rsidR="00837F35" w:rsidRPr="003B5C02">
        <w:rPr>
          <w:sz w:val="20"/>
          <w:szCs w:val="20"/>
        </w:rPr>
        <w:t xml:space="preserve"> il fallimento può portare anche alla morte del Prescelto</w:t>
      </w:r>
      <w:r w:rsidR="00915767" w:rsidRPr="003B5C02">
        <w:rPr>
          <w:sz w:val="20"/>
          <w:szCs w:val="20"/>
        </w:rPr>
        <w:t>;</w:t>
      </w:r>
      <w:r w:rsidR="00837F35" w:rsidRPr="003B5C02">
        <w:rPr>
          <w:sz w:val="20"/>
          <w:szCs w:val="20"/>
        </w:rPr>
        <w:t xml:space="preserve"> nelle scene </w:t>
      </w:r>
      <w:r w:rsidR="00915767" w:rsidRPr="003B5C02">
        <w:rPr>
          <w:sz w:val="20"/>
          <w:szCs w:val="20"/>
        </w:rPr>
        <w:t>precedenti,</w:t>
      </w:r>
      <w:r w:rsidR="00837F35" w:rsidRPr="003B5C02">
        <w:rPr>
          <w:sz w:val="20"/>
          <w:szCs w:val="20"/>
        </w:rPr>
        <w:t xml:space="preserve"> può significare perdere temporaneamente </w:t>
      </w:r>
      <w:r w:rsidR="00915767" w:rsidRPr="003B5C02">
        <w:rPr>
          <w:sz w:val="20"/>
          <w:szCs w:val="20"/>
        </w:rPr>
        <w:t xml:space="preserve">in </w:t>
      </w:r>
      <w:r w:rsidR="00837F35" w:rsidRPr="003B5C02">
        <w:rPr>
          <w:sz w:val="20"/>
          <w:szCs w:val="20"/>
        </w:rPr>
        <w:t>parte o tutto il proprio Scopo.</w:t>
      </w:r>
    </w:p>
    <w:p w14:paraId="238E6B75" w14:textId="77777777" w:rsidR="00D553A8" w:rsidRPr="003B5C02" w:rsidRDefault="00D553A8" w:rsidP="00521816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Successo con costo: </w:t>
      </w:r>
      <w:r w:rsidRPr="003B5C02">
        <w:rPr>
          <w:sz w:val="20"/>
          <w:szCs w:val="20"/>
        </w:rPr>
        <w:t>il Prescelto evita il pericolo</w:t>
      </w:r>
      <w:r w:rsidR="00915767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ma dichiara un prezzo che pagherà per farlo. I due Narratori lo aiutano nel formulare un costo interessante e narrativamente coerente con ciò che sta accadendo. Un costo deve sempre essere qualcosa a cui il Prescelto tiene e che non vorrebbe perdere o sacrificare.</w:t>
      </w:r>
    </w:p>
    <w:p w14:paraId="29BD31D6" w14:textId="77777777" w:rsidR="00D553A8" w:rsidRPr="003B5C02" w:rsidRDefault="00D553A8" w:rsidP="00521816">
      <w:pPr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Successo: </w:t>
      </w:r>
      <w:r w:rsidRPr="003B5C02">
        <w:rPr>
          <w:sz w:val="20"/>
          <w:szCs w:val="20"/>
        </w:rPr>
        <w:t xml:space="preserve">il Prescelto riesce a evitare il potenziale pericolo, il Narratore </w:t>
      </w:r>
      <w:r w:rsidR="002B13BF" w:rsidRPr="003B5C02">
        <w:rPr>
          <w:sz w:val="20"/>
          <w:szCs w:val="20"/>
        </w:rPr>
        <w:t>di supporto</w:t>
      </w:r>
      <w:r w:rsidRPr="003B5C02">
        <w:rPr>
          <w:sz w:val="20"/>
          <w:szCs w:val="20"/>
        </w:rPr>
        <w:t xml:space="preserve"> narra l’esito del Bivio.</w:t>
      </w:r>
    </w:p>
    <w:p w14:paraId="5A2D9969" w14:textId="77777777" w:rsidR="00521816" w:rsidRPr="006B5A70" w:rsidRDefault="00521816" w:rsidP="00521816">
      <w:pPr>
        <w:jc w:val="center"/>
        <w:rPr>
          <w:rFonts w:ascii="Poor Richard" w:hAnsi="Poor Richard"/>
          <w:b/>
        </w:rPr>
      </w:pPr>
    </w:p>
    <w:p w14:paraId="2263339A" w14:textId="77777777" w:rsidR="00D553A8" w:rsidRPr="006B5A70" w:rsidRDefault="00D553A8" w:rsidP="00D553A8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t>Chiudere una scena</w:t>
      </w:r>
    </w:p>
    <w:p w14:paraId="52BF6858" w14:textId="77777777" w:rsidR="0060021E" w:rsidRPr="003B5C02" w:rsidRDefault="00D553A8" w:rsidP="00D553A8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 xml:space="preserve">Risolto il </w:t>
      </w:r>
      <w:r w:rsidR="00915767" w:rsidRPr="003B5C02">
        <w:rPr>
          <w:sz w:val="20"/>
          <w:szCs w:val="20"/>
        </w:rPr>
        <w:t>B</w:t>
      </w:r>
      <w:r w:rsidRPr="003B5C02">
        <w:rPr>
          <w:sz w:val="20"/>
          <w:szCs w:val="20"/>
        </w:rPr>
        <w:t xml:space="preserve">ivio, la carta giocata dal Protagonista viene messa sulla </w:t>
      </w:r>
      <w:r w:rsidR="00915767" w:rsidRPr="003B5C02">
        <w:rPr>
          <w:sz w:val="20"/>
          <w:szCs w:val="20"/>
        </w:rPr>
        <w:t>P</w:t>
      </w:r>
      <w:r w:rsidRPr="003B5C02">
        <w:rPr>
          <w:sz w:val="20"/>
          <w:szCs w:val="20"/>
        </w:rPr>
        <w:t>lancia nella casella corrispondente e</w:t>
      </w:r>
      <w:r w:rsidR="00915767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da quel momento, la Presenza correlata farà la sua comparsa a Borgo Maleanime. Ora il Protagonista </w:t>
      </w:r>
      <w:r w:rsidR="00EE57B8" w:rsidRPr="003B5C02">
        <w:rPr>
          <w:sz w:val="20"/>
          <w:szCs w:val="20"/>
        </w:rPr>
        <w:t>avrà un</w:t>
      </w:r>
      <w:r w:rsidR="00837F35" w:rsidRPr="003B5C02">
        <w:rPr>
          <w:sz w:val="20"/>
          <w:szCs w:val="20"/>
        </w:rPr>
        <w:t>a carta in meno</w:t>
      </w:r>
      <w:r w:rsidR="00915767" w:rsidRPr="003B5C02">
        <w:rPr>
          <w:sz w:val="20"/>
          <w:szCs w:val="20"/>
        </w:rPr>
        <w:t>;</w:t>
      </w:r>
      <w:r w:rsidR="00837F35" w:rsidRPr="003B5C02">
        <w:rPr>
          <w:sz w:val="20"/>
          <w:szCs w:val="20"/>
        </w:rPr>
        <w:t xml:space="preserve"> quando resterà con</w:t>
      </w:r>
      <w:r w:rsidR="00EE57B8" w:rsidRPr="003B5C02">
        <w:rPr>
          <w:sz w:val="20"/>
          <w:szCs w:val="20"/>
        </w:rPr>
        <w:t xml:space="preserve"> una sola</w:t>
      </w:r>
      <w:r w:rsidR="00915767" w:rsidRPr="003B5C02">
        <w:rPr>
          <w:sz w:val="20"/>
          <w:szCs w:val="20"/>
        </w:rPr>
        <w:t xml:space="preserve"> carta</w:t>
      </w:r>
      <w:r w:rsidR="00EE57B8" w:rsidRPr="003B5C02">
        <w:rPr>
          <w:sz w:val="20"/>
          <w:szCs w:val="20"/>
        </w:rPr>
        <w:t>, Amalgama e Se</w:t>
      </w:r>
      <w:r w:rsidR="00837F35" w:rsidRPr="003B5C02">
        <w:rPr>
          <w:sz w:val="20"/>
          <w:szCs w:val="20"/>
        </w:rPr>
        <w:t>greto di comune accordo decideranno</w:t>
      </w:r>
      <w:r w:rsidR="00EE57B8" w:rsidRPr="003B5C02">
        <w:rPr>
          <w:sz w:val="20"/>
          <w:szCs w:val="20"/>
        </w:rPr>
        <w:t xml:space="preserve"> chi cederà una dell</w:t>
      </w:r>
      <w:r w:rsidR="00915767" w:rsidRPr="003B5C02">
        <w:rPr>
          <w:sz w:val="20"/>
          <w:szCs w:val="20"/>
        </w:rPr>
        <w:t>e</w:t>
      </w:r>
      <w:r w:rsidR="00EE57B8" w:rsidRPr="003B5C02">
        <w:rPr>
          <w:sz w:val="20"/>
          <w:szCs w:val="20"/>
        </w:rPr>
        <w:t xml:space="preserve"> proprie carte al Protagonista. Di scena in scena</w:t>
      </w:r>
      <w:r w:rsidR="00915767" w:rsidRPr="003B5C02">
        <w:rPr>
          <w:sz w:val="20"/>
          <w:szCs w:val="20"/>
        </w:rPr>
        <w:t>,</w:t>
      </w:r>
      <w:r w:rsidR="00EE57B8" w:rsidRPr="003B5C02">
        <w:rPr>
          <w:sz w:val="20"/>
          <w:szCs w:val="20"/>
        </w:rPr>
        <w:t xml:space="preserve"> si dovrà arrivare all’epilogo </w:t>
      </w:r>
      <w:r w:rsidR="00915767" w:rsidRPr="003B5C02">
        <w:rPr>
          <w:sz w:val="20"/>
          <w:szCs w:val="20"/>
        </w:rPr>
        <w:t>in cui</w:t>
      </w:r>
      <w:r w:rsidR="00EE57B8" w:rsidRPr="003B5C02">
        <w:rPr>
          <w:sz w:val="20"/>
          <w:szCs w:val="20"/>
        </w:rPr>
        <w:t xml:space="preserve"> tutti i giocatori avranno una sola carta in mano.</w:t>
      </w:r>
    </w:p>
    <w:p w14:paraId="1412EA2A" w14:textId="77777777" w:rsidR="00D553A8" w:rsidRPr="006B5A70" w:rsidRDefault="00D553A8" w:rsidP="00D553A8">
      <w:pPr>
        <w:jc w:val="center"/>
        <w:rPr>
          <w:rFonts w:ascii="Poor Richard" w:hAnsi="Poor Richard"/>
        </w:rPr>
      </w:pPr>
    </w:p>
    <w:p w14:paraId="34ADF9D7" w14:textId="77777777" w:rsidR="00B20C61" w:rsidRPr="006B5A70" w:rsidRDefault="00B20C61" w:rsidP="00B20C61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t>Le presenze</w:t>
      </w:r>
    </w:p>
    <w:p w14:paraId="115689DF" w14:textId="77777777" w:rsidR="00D553A8" w:rsidRPr="00E102D9" w:rsidRDefault="00B20C61" w:rsidP="00B20C61">
      <w:pPr>
        <w:jc w:val="both"/>
        <w:rPr>
          <w:sz w:val="20"/>
          <w:szCs w:val="20"/>
        </w:rPr>
      </w:pPr>
      <w:r w:rsidRPr="00E102D9">
        <w:rPr>
          <w:sz w:val="20"/>
          <w:szCs w:val="20"/>
        </w:rPr>
        <w:t>Le Presenze sono figure iconiche</w:t>
      </w:r>
      <w:r w:rsidR="00915767" w:rsidRPr="00E102D9">
        <w:rPr>
          <w:sz w:val="20"/>
          <w:szCs w:val="20"/>
        </w:rPr>
        <w:t>,</w:t>
      </w:r>
      <w:r w:rsidRPr="00E102D9">
        <w:rPr>
          <w:sz w:val="20"/>
          <w:szCs w:val="20"/>
        </w:rPr>
        <w:t xml:space="preserve"> e spesso con strani poteri</w:t>
      </w:r>
      <w:r w:rsidR="00915767" w:rsidRPr="00E102D9">
        <w:rPr>
          <w:sz w:val="20"/>
          <w:szCs w:val="20"/>
        </w:rPr>
        <w:t>,</w:t>
      </w:r>
      <w:r w:rsidR="00E102D9">
        <w:rPr>
          <w:sz w:val="20"/>
          <w:szCs w:val="20"/>
        </w:rPr>
        <w:t xml:space="preserve"> </w:t>
      </w:r>
      <w:r w:rsidR="00837F35" w:rsidRPr="00E102D9">
        <w:rPr>
          <w:sz w:val="20"/>
          <w:szCs w:val="20"/>
        </w:rPr>
        <w:t>che imperversano Borgo Maleanime</w:t>
      </w:r>
      <w:r w:rsidRPr="00E102D9">
        <w:rPr>
          <w:sz w:val="20"/>
          <w:szCs w:val="20"/>
        </w:rPr>
        <w:t>. Qualsiasi giocatore può invocare nella scena una delle Presenze sulla Plancia</w:t>
      </w:r>
      <w:r w:rsidR="00915767" w:rsidRPr="00E102D9">
        <w:rPr>
          <w:sz w:val="20"/>
          <w:szCs w:val="20"/>
        </w:rPr>
        <w:t>,</w:t>
      </w:r>
      <w:r w:rsidRPr="00E102D9">
        <w:rPr>
          <w:sz w:val="20"/>
          <w:szCs w:val="20"/>
        </w:rPr>
        <w:t xml:space="preserve"> raccontando come entra in scena e come cambia la situazione di conseguenza. Una volta introdotta, per il resto della scena </w:t>
      </w:r>
      <w:r w:rsidR="00915767" w:rsidRPr="00E102D9">
        <w:rPr>
          <w:sz w:val="20"/>
          <w:szCs w:val="20"/>
        </w:rPr>
        <w:t>la</w:t>
      </w:r>
      <w:r w:rsidRPr="00E102D9">
        <w:rPr>
          <w:sz w:val="20"/>
          <w:szCs w:val="20"/>
        </w:rPr>
        <w:t xml:space="preserve"> Presenza è controllata dal Narratore </w:t>
      </w:r>
      <w:r w:rsidR="002B13BF" w:rsidRPr="00E102D9">
        <w:rPr>
          <w:sz w:val="20"/>
          <w:szCs w:val="20"/>
        </w:rPr>
        <w:t>di supporto</w:t>
      </w:r>
      <w:r w:rsidRPr="00E102D9">
        <w:rPr>
          <w:sz w:val="20"/>
          <w:szCs w:val="20"/>
        </w:rPr>
        <w:t>.</w:t>
      </w:r>
      <w:r w:rsidR="00837F35" w:rsidRPr="00E102D9">
        <w:rPr>
          <w:sz w:val="20"/>
          <w:szCs w:val="20"/>
        </w:rPr>
        <w:t xml:space="preserve"> Le Presenze sono figure fuori dagli schemi</w:t>
      </w:r>
      <w:r w:rsidR="003C0729" w:rsidRPr="00E102D9">
        <w:rPr>
          <w:sz w:val="20"/>
          <w:szCs w:val="20"/>
        </w:rPr>
        <w:t xml:space="preserve"> e</w:t>
      </w:r>
      <w:r w:rsidR="00E102D9">
        <w:rPr>
          <w:sz w:val="20"/>
          <w:szCs w:val="20"/>
        </w:rPr>
        <w:t xml:space="preserve"> </w:t>
      </w:r>
      <w:r w:rsidR="00915767" w:rsidRPr="00E102D9">
        <w:rPr>
          <w:sz w:val="20"/>
          <w:szCs w:val="20"/>
        </w:rPr>
        <w:t>utilizzabili in modo totalmente libero;</w:t>
      </w:r>
      <w:r w:rsidR="00837F35" w:rsidRPr="00E102D9">
        <w:rPr>
          <w:sz w:val="20"/>
          <w:szCs w:val="20"/>
        </w:rPr>
        <w:t xml:space="preserve"> possono essere alleati o avversari, esseri sovrannaturali o semplici abitanti con una storia inquietante alle spalle.</w:t>
      </w:r>
    </w:p>
    <w:p w14:paraId="3FF3DE8B" w14:textId="77777777" w:rsidR="00D553A8" w:rsidRPr="006B5A70" w:rsidRDefault="00D553A8" w:rsidP="00D553A8">
      <w:pPr>
        <w:jc w:val="center"/>
        <w:rPr>
          <w:rFonts w:ascii="Poor Richard" w:hAnsi="Poor Richard"/>
        </w:rPr>
      </w:pPr>
    </w:p>
    <w:p w14:paraId="09AD4C9F" w14:textId="77777777" w:rsidR="00B20C61" w:rsidRPr="006B5A70" w:rsidRDefault="00B20C61" w:rsidP="003A20C8">
      <w:pPr>
        <w:jc w:val="center"/>
        <w:rPr>
          <w:rFonts w:ascii="Poor Richard" w:hAnsi="Poor Richard"/>
        </w:rPr>
      </w:pPr>
      <w:r w:rsidRPr="006B5A70">
        <w:rPr>
          <w:rFonts w:ascii="Poor Richard" w:hAnsi="Poor Richard"/>
        </w:rPr>
        <w:tab/>
      </w:r>
    </w:p>
    <w:p w14:paraId="5861263C" w14:textId="77777777" w:rsidR="003B5C02" w:rsidRDefault="003B5C02" w:rsidP="003A20C8">
      <w:pPr>
        <w:jc w:val="center"/>
        <w:rPr>
          <w:rFonts w:ascii="Poor Richard" w:hAnsi="Poor Richard"/>
          <w:b/>
          <w:sz w:val="28"/>
          <w:szCs w:val="28"/>
        </w:rPr>
      </w:pPr>
    </w:p>
    <w:p w14:paraId="2204A7A9" w14:textId="77777777" w:rsidR="003B5C02" w:rsidRDefault="003B5C02" w:rsidP="003A20C8">
      <w:pPr>
        <w:jc w:val="center"/>
        <w:rPr>
          <w:rFonts w:ascii="Poor Richard" w:hAnsi="Poor Richard"/>
          <w:b/>
          <w:sz w:val="28"/>
          <w:szCs w:val="28"/>
        </w:rPr>
      </w:pPr>
    </w:p>
    <w:p w14:paraId="27A0CC66" w14:textId="77777777" w:rsidR="003B5C02" w:rsidRDefault="003B5C02" w:rsidP="003A20C8">
      <w:pPr>
        <w:jc w:val="center"/>
        <w:rPr>
          <w:rFonts w:ascii="Poor Richard" w:hAnsi="Poor Richard"/>
          <w:b/>
          <w:sz w:val="28"/>
          <w:szCs w:val="28"/>
        </w:rPr>
      </w:pPr>
    </w:p>
    <w:p w14:paraId="5ECE1BE7" w14:textId="77777777" w:rsidR="003B5C02" w:rsidRDefault="003B5C02" w:rsidP="003A20C8">
      <w:pPr>
        <w:jc w:val="center"/>
        <w:rPr>
          <w:rFonts w:ascii="Poor Richard" w:hAnsi="Poor Richard"/>
          <w:b/>
          <w:sz w:val="28"/>
          <w:szCs w:val="28"/>
        </w:rPr>
      </w:pPr>
    </w:p>
    <w:p w14:paraId="24114543" w14:textId="77777777" w:rsidR="003B5C02" w:rsidRDefault="003B5C02" w:rsidP="003A20C8">
      <w:pPr>
        <w:jc w:val="center"/>
        <w:rPr>
          <w:rFonts w:ascii="Poor Richard" w:hAnsi="Poor Richard"/>
          <w:b/>
          <w:sz w:val="28"/>
          <w:szCs w:val="28"/>
        </w:rPr>
      </w:pPr>
    </w:p>
    <w:p w14:paraId="459AD4BC" w14:textId="77777777" w:rsidR="003A20C8" w:rsidRPr="006B5A70" w:rsidRDefault="003A20C8" w:rsidP="003A20C8">
      <w:pPr>
        <w:jc w:val="center"/>
        <w:rPr>
          <w:rFonts w:ascii="Poor Richard" w:hAnsi="Poor Richard"/>
          <w:b/>
          <w:sz w:val="28"/>
          <w:szCs w:val="28"/>
        </w:rPr>
      </w:pPr>
      <w:r w:rsidRPr="006B5A70">
        <w:rPr>
          <w:rFonts w:ascii="Poor Richard" w:hAnsi="Poor Richard"/>
          <w:b/>
          <w:sz w:val="28"/>
          <w:szCs w:val="28"/>
        </w:rPr>
        <w:t>Considerazioni di design</w:t>
      </w:r>
    </w:p>
    <w:p w14:paraId="5FE00F61" w14:textId="77777777" w:rsidR="00A37B51" w:rsidRPr="003B5C02" w:rsidRDefault="003A20C8" w:rsidP="00371724">
      <w:pPr>
        <w:tabs>
          <w:tab w:val="left" w:pos="4306"/>
        </w:tabs>
        <w:jc w:val="both"/>
        <w:rPr>
          <w:sz w:val="20"/>
          <w:szCs w:val="20"/>
        </w:rPr>
      </w:pPr>
      <w:r w:rsidRPr="003B5C02">
        <w:rPr>
          <w:sz w:val="20"/>
          <w:szCs w:val="20"/>
        </w:rPr>
        <w:t>Questo gioco è nato ispirandosi al tema e agli ingredienti del Game Chef</w:t>
      </w:r>
      <w:r w:rsidR="00E102D9">
        <w:rPr>
          <w:sz w:val="20"/>
          <w:szCs w:val="20"/>
        </w:rPr>
        <w:t xml:space="preserve"> 2019.</w:t>
      </w:r>
    </w:p>
    <w:p w14:paraId="31BAE956" w14:textId="77777777" w:rsidR="003A20C8" w:rsidRPr="003B5C02" w:rsidRDefault="003A20C8" w:rsidP="00371724">
      <w:pPr>
        <w:tabs>
          <w:tab w:val="left" w:pos="4306"/>
        </w:tabs>
        <w:jc w:val="both"/>
        <w:rPr>
          <w:sz w:val="20"/>
          <w:szCs w:val="20"/>
        </w:rPr>
      </w:pPr>
    </w:p>
    <w:p w14:paraId="6A964DB3" w14:textId="77777777" w:rsidR="00371724" w:rsidRPr="003B5C02" w:rsidRDefault="003A20C8" w:rsidP="00371724">
      <w:pPr>
        <w:tabs>
          <w:tab w:val="left" w:pos="4306"/>
        </w:tabs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Amalgama: </w:t>
      </w:r>
      <w:r w:rsidRPr="003B5C02">
        <w:rPr>
          <w:sz w:val="20"/>
          <w:szCs w:val="20"/>
        </w:rPr>
        <w:t xml:space="preserve">inteso sia come </w:t>
      </w:r>
      <w:r w:rsidR="00371724" w:rsidRPr="003B5C02">
        <w:rPr>
          <w:sz w:val="20"/>
          <w:szCs w:val="20"/>
        </w:rPr>
        <w:t>l’agglomerato di forze e presenze di Borgo Maleanime, sia come l’un</w:t>
      </w:r>
      <w:r w:rsidR="00F22F4C" w:rsidRPr="003B5C02">
        <w:rPr>
          <w:sz w:val="20"/>
          <w:szCs w:val="20"/>
        </w:rPr>
        <w:t>ione del gioco di ruolo al boar</w:t>
      </w:r>
      <w:r w:rsidR="00371724" w:rsidRPr="003B5C02">
        <w:rPr>
          <w:sz w:val="20"/>
          <w:szCs w:val="20"/>
        </w:rPr>
        <w:t>dgame</w:t>
      </w:r>
      <w:r w:rsidR="003C0729" w:rsidRPr="003B5C02">
        <w:rPr>
          <w:sz w:val="20"/>
          <w:szCs w:val="20"/>
        </w:rPr>
        <w:t>,</w:t>
      </w:r>
      <w:r w:rsidR="00371724" w:rsidRPr="003B5C02">
        <w:rPr>
          <w:sz w:val="20"/>
          <w:szCs w:val="20"/>
        </w:rPr>
        <w:t xml:space="preserve"> che usa car</w:t>
      </w:r>
      <w:r w:rsidR="00F22F4C" w:rsidRPr="003B5C02">
        <w:rPr>
          <w:sz w:val="20"/>
          <w:szCs w:val="20"/>
        </w:rPr>
        <w:t>te e plancia.</w:t>
      </w:r>
    </w:p>
    <w:p w14:paraId="232FB47B" w14:textId="77777777" w:rsidR="00F22F4C" w:rsidRPr="003B5C02" w:rsidRDefault="00F22F4C" w:rsidP="00371724">
      <w:pPr>
        <w:tabs>
          <w:tab w:val="left" w:pos="4306"/>
        </w:tabs>
        <w:jc w:val="both"/>
        <w:rPr>
          <w:sz w:val="20"/>
          <w:szCs w:val="20"/>
        </w:rPr>
      </w:pPr>
    </w:p>
    <w:p w14:paraId="782B8E19" w14:textId="77777777" w:rsidR="00371724" w:rsidRPr="003B5C02" w:rsidRDefault="00371724" w:rsidP="00371724">
      <w:pPr>
        <w:tabs>
          <w:tab w:val="left" w:pos="4306"/>
        </w:tabs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Mistero: </w:t>
      </w:r>
      <w:r w:rsidRPr="003B5C02">
        <w:rPr>
          <w:sz w:val="20"/>
          <w:szCs w:val="20"/>
        </w:rPr>
        <w:t xml:space="preserve">il motore principale delle storie e ciò che minaccia il Prescelto. </w:t>
      </w:r>
    </w:p>
    <w:p w14:paraId="39F756DC" w14:textId="77777777" w:rsidR="00371724" w:rsidRPr="003B5C02" w:rsidRDefault="00371724" w:rsidP="00371724">
      <w:pPr>
        <w:tabs>
          <w:tab w:val="left" w:pos="4306"/>
        </w:tabs>
        <w:jc w:val="both"/>
        <w:rPr>
          <w:sz w:val="20"/>
          <w:szCs w:val="20"/>
        </w:rPr>
      </w:pPr>
    </w:p>
    <w:p w14:paraId="60CC0079" w14:textId="77777777" w:rsidR="00371724" w:rsidRPr="003B5C02" w:rsidRDefault="00371724" w:rsidP="00371724">
      <w:pPr>
        <w:tabs>
          <w:tab w:val="left" w:pos="4306"/>
        </w:tabs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Minuscolo: </w:t>
      </w:r>
      <w:r w:rsidRPr="003B5C02">
        <w:rPr>
          <w:sz w:val="20"/>
          <w:szCs w:val="20"/>
        </w:rPr>
        <w:t>o insignificante, inteso come quel particolare che spesso nessuno nota ma che</w:t>
      </w:r>
      <w:r w:rsidR="003C07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con un colpo di scena</w:t>
      </w:r>
      <w:r w:rsidR="003C07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genera un twist durante una storia.</w:t>
      </w:r>
    </w:p>
    <w:p w14:paraId="0D3B17E6" w14:textId="77777777" w:rsidR="00371724" w:rsidRPr="003B5C02" w:rsidRDefault="00371724" w:rsidP="00371724">
      <w:pPr>
        <w:tabs>
          <w:tab w:val="left" w:pos="4306"/>
        </w:tabs>
        <w:jc w:val="both"/>
        <w:rPr>
          <w:sz w:val="20"/>
          <w:szCs w:val="20"/>
        </w:rPr>
      </w:pPr>
    </w:p>
    <w:p w14:paraId="2F108249" w14:textId="77777777" w:rsidR="00371724" w:rsidRPr="003B5C02" w:rsidRDefault="00371724" w:rsidP="00371724">
      <w:pPr>
        <w:tabs>
          <w:tab w:val="left" w:pos="4306"/>
        </w:tabs>
        <w:jc w:val="both"/>
        <w:rPr>
          <w:sz w:val="20"/>
          <w:szCs w:val="20"/>
        </w:rPr>
      </w:pPr>
      <w:r w:rsidRPr="003B5C02">
        <w:rPr>
          <w:b/>
          <w:sz w:val="20"/>
          <w:szCs w:val="20"/>
        </w:rPr>
        <w:t xml:space="preserve">Fallimento: </w:t>
      </w:r>
      <w:r w:rsidRPr="003B5C02">
        <w:rPr>
          <w:sz w:val="20"/>
          <w:szCs w:val="20"/>
        </w:rPr>
        <w:t>inteso come destino ineluttabile</w:t>
      </w:r>
      <w:r w:rsidR="003C07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poiché</w:t>
      </w:r>
      <w:r w:rsidR="003C07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comunque vada l’epilogo</w:t>
      </w:r>
      <w:r w:rsidR="003C0729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il Presce</w:t>
      </w:r>
      <w:r w:rsidR="003C0729" w:rsidRPr="003B5C02">
        <w:rPr>
          <w:sz w:val="20"/>
          <w:szCs w:val="20"/>
        </w:rPr>
        <w:t>l</w:t>
      </w:r>
      <w:r w:rsidRPr="003B5C02">
        <w:rPr>
          <w:sz w:val="20"/>
          <w:szCs w:val="20"/>
        </w:rPr>
        <w:t>to non</w:t>
      </w:r>
      <w:r w:rsidR="00F22F4C" w:rsidRPr="003B5C02">
        <w:rPr>
          <w:sz w:val="20"/>
          <w:szCs w:val="20"/>
        </w:rPr>
        <w:t xml:space="preserve"> potrà lasciare Borgo Maleanime</w:t>
      </w:r>
      <w:r w:rsidRPr="003B5C02">
        <w:rPr>
          <w:sz w:val="20"/>
          <w:szCs w:val="20"/>
        </w:rPr>
        <w:t xml:space="preserve"> divenendone parte integrante</w:t>
      </w:r>
      <w:r w:rsidR="003C0729" w:rsidRPr="003B5C02">
        <w:rPr>
          <w:sz w:val="20"/>
          <w:szCs w:val="20"/>
        </w:rPr>
        <w:t>.</w:t>
      </w:r>
      <w:r w:rsidR="00E102D9">
        <w:rPr>
          <w:sz w:val="20"/>
          <w:szCs w:val="20"/>
        </w:rPr>
        <w:t xml:space="preserve"> </w:t>
      </w:r>
      <w:r w:rsidR="003C0729" w:rsidRPr="003B5C02">
        <w:rPr>
          <w:sz w:val="20"/>
          <w:szCs w:val="20"/>
        </w:rPr>
        <w:t>L</w:t>
      </w:r>
      <w:r w:rsidRPr="003B5C02">
        <w:rPr>
          <w:sz w:val="20"/>
          <w:szCs w:val="20"/>
        </w:rPr>
        <w:t>ato regole</w:t>
      </w:r>
      <w:r w:rsidR="003C0729" w:rsidRPr="003B5C02">
        <w:rPr>
          <w:sz w:val="20"/>
          <w:szCs w:val="20"/>
        </w:rPr>
        <w:t>:</w:t>
      </w:r>
      <w:r w:rsidRPr="003B5C02">
        <w:rPr>
          <w:sz w:val="20"/>
          <w:szCs w:val="20"/>
        </w:rPr>
        <w:t xml:space="preserve"> il piazzamento delle carte mette</w:t>
      </w:r>
      <w:r w:rsidR="003C0729" w:rsidRPr="003B5C02">
        <w:rPr>
          <w:sz w:val="20"/>
          <w:szCs w:val="20"/>
        </w:rPr>
        <w:t>,</w:t>
      </w:r>
      <w:r w:rsidR="00E102D9">
        <w:rPr>
          <w:sz w:val="20"/>
          <w:szCs w:val="20"/>
        </w:rPr>
        <w:t xml:space="preserve"> </w:t>
      </w:r>
      <w:r w:rsidR="003C0729" w:rsidRPr="003B5C02">
        <w:rPr>
          <w:sz w:val="20"/>
          <w:szCs w:val="20"/>
        </w:rPr>
        <w:t xml:space="preserve">di fatto, in mano al Protagonista </w:t>
      </w:r>
      <w:r w:rsidRPr="003B5C02">
        <w:rPr>
          <w:sz w:val="20"/>
          <w:szCs w:val="20"/>
        </w:rPr>
        <w:t>la scelta di come e quando fallire.</w:t>
      </w:r>
    </w:p>
    <w:p w14:paraId="2762F90C" w14:textId="77777777" w:rsidR="00A37B51" w:rsidRPr="003B5C02" w:rsidRDefault="00A37B51" w:rsidP="00A37B51">
      <w:pPr>
        <w:jc w:val="both"/>
        <w:rPr>
          <w:sz w:val="20"/>
          <w:szCs w:val="20"/>
        </w:rPr>
      </w:pPr>
    </w:p>
    <w:p w14:paraId="1AF902A0" w14:textId="77777777" w:rsidR="008C67A9" w:rsidRPr="003B5C02" w:rsidRDefault="00B638BE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Ho un design lento e contorto</w:t>
      </w:r>
      <w:r w:rsidR="00F22F4C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e spesso il Game Chef mi ha causato più di un problema perché lavoro male </w:t>
      </w:r>
      <w:r w:rsidR="00F22F4C" w:rsidRPr="003B5C02">
        <w:rPr>
          <w:sz w:val="20"/>
          <w:szCs w:val="20"/>
        </w:rPr>
        <w:t>sotto pressione. Borgo Maleanime</w:t>
      </w:r>
      <w:r w:rsidRPr="003B5C02">
        <w:rPr>
          <w:sz w:val="20"/>
          <w:szCs w:val="20"/>
        </w:rPr>
        <w:t xml:space="preserve"> è stata una vera e propria folgorazione</w:t>
      </w:r>
      <w:r w:rsidR="00F22F4C" w:rsidRPr="003B5C02">
        <w:rPr>
          <w:sz w:val="20"/>
          <w:szCs w:val="20"/>
        </w:rPr>
        <w:t>,</w:t>
      </w:r>
      <w:r w:rsidRPr="003B5C02">
        <w:rPr>
          <w:sz w:val="20"/>
          <w:szCs w:val="20"/>
        </w:rPr>
        <w:t xml:space="preserve"> mentre meccaniche di gioco e temi prendevano chiaramente forma nella mia mente. </w:t>
      </w:r>
      <w:r w:rsidR="00596680" w:rsidRPr="003B5C02">
        <w:rPr>
          <w:sz w:val="20"/>
          <w:szCs w:val="20"/>
        </w:rPr>
        <w:t>L’intento principale è di creare un gioco rapido da leggere</w:t>
      </w:r>
      <w:r w:rsidR="003C0729" w:rsidRPr="003B5C02">
        <w:rPr>
          <w:sz w:val="20"/>
          <w:szCs w:val="20"/>
        </w:rPr>
        <w:t>,</w:t>
      </w:r>
      <w:r w:rsidR="00596680" w:rsidRPr="003B5C02">
        <w:rPr>
          <w:sz w:val="20"/>
          <w:szCs w:val="20"/>
        </w:rPr>
        <w:t xml:space="preserve"> che metta </w:t>
      </w:r>
      <w:r w:rsidR="003C0729" w:rsidRPr="003B5C02">
        <w:rPr>
          <w:sz w:val="20"/>
          <w:szCs w:val="20"/>
        </w:rPr>
        <w:t>al</w:t>
      </w:r>
      <w:r w:rsidR="00596680" w:rsidRPr="003B5C02">
        <w:rPr>
          <w:sz w:val="20"/>
          <w:szCs w:val="20"/>
        </w:rPr>
        <w:t xml:space="preserve"> tavolo tramite plancia e carte tutto ciò che i giocatori devono sapere. Come background, l’horror è una della mie più grandi passioni e da sempre mi ispirava l’idea di un gioco che permettesse di tratteggiare un affresco di un luogo oscuro e misterioso.</w:t>
      </w:r>
    </w:p>
    <w:p w14:paraId="5DE66F9E" w14:textId="77777777" w:rsidR="00596680" w:rsidRPr="003B5C02" w:rsidRDefault="00596680" w:rsidP="00A37B51">
      <w:pPr>
        <w:jc w:val="both"/>
        <w:rPr>
          <w:sz w:val="20"/>
          <w:szCs w:val="20"/>
        </w:rPr>
      </w:pPr>
      <w:r w:rsidRPr="003B5C02">
        <w:rPr>
          <w:sz w:val="20"/>
          <w:szCs w:val="20"/>
        </w:rPr>
        <w:t>L’inizio di questa nuova sfida di design è il gioco che avete appena letto.</w:t>
      </w:r>
    </w:p>
    <w:p w14:paraId="6C54E2C7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0F8CD918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2971174E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7297DDE7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4728ED90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082E96E4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7E5F59AE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2B005289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466B2205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1704E1E6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315B045B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0BC2DBB2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4D72FDD3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4F807067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0D64F6B6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75596F0B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0305EB6A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15250313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47F3A0E8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6870CD2E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4A7C42F0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1C20DA3D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p w14:paraId="336122F6" w14:textId="77777777" w:rsidR="008C67A9" w:rsidRPr="006B5A70" w:rsidRDefault="008C67A9" w:rsidP="00A37B51">
      <w:pPr>
        <w:jc w:val="both"/>
        <w:rPr>
          <w:rFonts w:ascii="Poor Richard" w:hAnsi="Poor Richard"/>
        </w:rPr>
      </w:pPr>
    </w:p>
    <w:sectPr w:rsidR="008C67A9" w:rsidRPr="006B5A70" w:rsidSect="00B46AB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6A2A" w14:textId="77777777" w:rsidR="00437F7C" w:rsidRDefault="00437F7C" w:rsidP="006B5A70">
      <w:r>
        <w:separator/>
      </w:r>
    </w:p>
  </w:endnote>
  <w:endnote w:type="continuationSeparator" w:id="0">
    <w:p w14:paraId="02774754" w14:textId="77777777" w:rsidR="00437F7C" w:rsidRDefault="00437F7C" w:rsidP="006B5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389B3" w14:textId="77777777" w:rsidR="006B5A70" w:rsidRDefault="006B5A70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02D9">
      <w:rPr>
        <w:noProof/>
      </w:rPr>
      <w:t>4</w:t>
    </w:r>
    <w:r>
      <w:fldChar w:fldCharType="end"/>
    </w:r>
  </w:p>
  <w:p w14:paraId="67B64F8C" w14:textId="77777777" w:rsidR="006B5A70" w:rsidRDefault="006B5A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B2213" w14:textId="77777777" w:rsidR="00437F7C" w:rsidRDefault="00437F7C" w:rsidP="006B5A70">
      <w:r>
        <w:separator/>
      </w:r>
    </w:p>
  </w:footnote>
  <w:footnote w:type="continuationSeparator" w:id="0">
    <w:p w14:paraId="1838D015" w14:textId="77777777" w:rsidR="00437F7C" w:rsidRDefault="00437F7C" w:rsidP="006B5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62273"/>
    <w:multiLevelType w:val="hybridMultilevel"/>
    <w:tmpl w:val="9E408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xNTMxN7cwMjQ3MzZS0lEKTi0uzszPAykwrAUALfGZiCwAAAA="/>
  </w:docVars>
  <w:rsids>
    <w:rsidRoot w:val="00B83AAC"/>
    <w:rsid w:val="00077271"/>
    <w:rsid w:val="001827DD"/>
    <w:rsid w:val="0018352A"/>
    <w:rsid w:val="001E4D09"/>
    <w:rsid w:val="00213A33"/>
    <w:rsid w:val="00263317"/>
    <w:rsid w:val="002A1A27"/>
    <w:rsid w:val="002A7E96"/>
    <w:rsid w:val="002B13BF"/>
    <w:rsid w:val="002B4B7B"/>
    <w:rsid w:val="00323BC6"/>
    <w:rsid w:val="00371724"/>
    <w:rsid w:val="003A20C8"/>
    <w:rsid w:val="003B12AF"/>
    <w:rsid w:val="003B5C02"/>
    <w:rsid w:val="003C0729"/>
    <w:rsid w:val="004071BE"/>
    <w:rsid w:val="00437F7C"/>
    <w:rsid w:val="00453D74"/>
    <w:rsid w:val="00460F42"/>
    <w:rsid w:val="00490FAE"/>
    <w:rsid w:val="004F22DB"/>
    <w:rsid w:val="00521607"/>
    <w:rsid w:val="00521816"/>
    <w:rsid w:val="00567A8D"/>
    <w:rsid w:val="00596680"/>
    <w:rsid w:val="005A5AFE"/>
    <w:rsid w:val="005C4149"/>
    <w:rsid w:val="005E6B6D"/>
    <w:rsid w:val="0060021E"/>
    <w:rsid w:val="00657FC0"/>
    <w:rsid w:val="006B5A70"/>
    <w:rsid w:val="00702C46"/>
    <w:rsid w:val="007145A7"/>
    <w:rsid w:val="00733279"/>
    <w:rsid w:val="007370C8"/>
    <w:rsid w:val="007A6329"/>
    <w:rsid w:val="007C3AFF"/>
    <w:rsid w:val="007D1E36"/>
    <w:rsid w:val="007E3C09"/>
    <w:rsid w:val="007F757D"/>
    <w:rsid w:val="00837F35"/>
    <w:rsid w:val="008A020A"/>
    <w:rsid w:val="008B2DAF"/>
    <w:rsid w:val="008C67A9"/>
    <w:rsid w:val="00915767"/>
    <w:rsid w:val="00980F59"/>
    <w:rsid w:val="009F02ED"/>
    <w:rsid w:val="009F0AC6"/>
    <w:rsid w:val="00A37B51"/>
    <w:rsid w:val="00A8380E"/>
    <w:rsid w:val="00A922F2"/>
    <w:rsid w:val="00AA4F71"/>
    <w:rsid w:val="00B20C61"/>
    <w:rsid w:val="00B36659"/>
    <w:rsid w:val="00B46ABD"/>
    <w:rsid w:val="00B638BE"/>
    <w:rsid w:val="00B83AAC"/>
    <w:rsid w:val="00C7701A"/>
    <w:rsid w:val="00CF6546"/>
    <w:rsid w:val="00D22275"/>
    <w:rsid w:val="00D363F4"/>
    <w:rsid w:val="00D553A8"/>
    <w:rsid w:val="00D82598"/>
    <w:rsid w:val="00DA7EFA"/>
    <w:rsid w:val="00E102D9"/>
    <w:rsid w:val="00E25060"/>
    <w:rsid w:val="00E30749"/>
    <w:rsid w:val="00EA360C"/>
    <w:rsid w:val="00EB4780"/>
    <w:rsid w:val="00EE57B8"/>
    <w:rsid w:val="00F22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4817"/>
  <w15:chartTrackingRefBased/>
  <w15:docId w15:val="{6C09AA62-21D4-48B1-8FDC-8E77C548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6ABD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380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22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22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22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22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22F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2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2F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B5A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B5A70"/>
  </w:style>
  <w:style w:type="paragraph" w:styleId="Pidipagina">
    <w:name w:val="footer"/>
    <w:basedOn w:val="Normale"/>
    <w:link w:val="PidipaginaCarattere"/>
    <w:uiPriority w:val="99"/>
    <w:unhideWhenUsed/>
    <w:rsid w:val="006B5A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Borgo%20Maleanime%20Game%20Chef%202019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DCB25-F4D6-45B8-BA18-7F37B1DA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Borgo Maleanime Game Chef 2019.dotx</Template>
  <TotalTime>0</TotalTime>
  <Pages>4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Daniele Di Rubbo</cp:lastModifiedBy>
  <cp:revision>2</cp:revision>
  <dcterms:created xsi:type="dcterms:W3CDTF">2019-07-01T12:08:00Z</dcterms:created>
  <dcterms:modified xsi:type="dcterms:W3CDTF">2019-07-01T12:08:00Z</dcterms:modified>
</cp:coreProperties>
</file>